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612B9" w14:textId="77777777" w:rsidR="00411592" w:rsidRPr="00EF0667" w:rsidRDefault="00411592" w:rsidP="00411592">
      <w:pPr>
        <w:spacing w:line="276" w:lineRule="auto"/>
        <w:rPr>
          <w:rFonts w:ascii="Calibri" w:hAnsi="Calibri"/>
        </w:rPr>
      </w:pPr>
      <w:r w:rsidRPr="00EF0667">
        <w:rPr>
          <w:rFonts w:ascii="Calibri" w:hAnsi="Calibri"/>
        </w:rPr>
        <w:t>Name: ______________________________</w:t>
      </w:r>
      <w:r w:rsidRPr="00EF0667">
        <w:rPr>
          <w:rFonts w:ascii="Calibri" w:hAnsi="Calibri"/>
        </w:rPr>
        <w:tab/>
      </w:r>
      <w:r w:rsidRPr="00EF0667">
        <w:rPr>
          <w:rFonts w:ascii="Calibri" w:hAnsi="Calibri"/>
        </w:rPr>
        <w:tab/>
        <w:t>Period: __________</w:t>
      </w:r>
      <w:r w:rsidRPr="00EF0667">
        <w:rPr>
          <w:rFonts w:ascii="Calibri" w:hAnsi="Calibri"/>
        </w:rPr>
        <w:tab/>
      </w:r>
      <w:r w:rsidRPr="00EF0667">
        <w:rPr>
          <w:rFonts w:ascii="Calibri" w:hAnsi="Calibri"/>
        </w:rPr>
        <w:tab/>
        <w:t>Date: _____________</w:t>
      </w:r>
    </w:p>
    <w:p w14:paraId="79492A4E" w14:textId="77777777" w:rsidR="00411592" w:rsidRPr="00EF0667" w:rsidRDefault="00411592" w:rsidP="00411592">
      <w:pPr>
        <w:spacing w:line="276" w:lineRule="auto"/>
        <w:rPr>
          <w:rFonts w:ascii="Calibri" w:hAnsi="Calibri"/>
        </w:rPr>
      </w:pPr>
    </w:p>
    <w:p w14:paraId="06E8F025" w14:textId="77777777" w:rsidR="00411592" w:rsidRPr="00EF0667" w:rsidRDefault="00963E96" w:rsidP="00EF0667">
      <w:pPr>
        <w:jc w:val="center"/>
        <w:rPr>
          <w:rFonts w:ascii="Calibri" w:hAnsi="Calibri"/>
          <w:b/>
          <w:sz w:val="44"/>
          <w:szCs w:val="44"/>
        </w:rPr>
      </w:pPr>
      <w:r w:rsidRPr="00EF0667">
        <w:rPr>
          <w:rFonts w:ascii="Calibri" w:hAnsi="Calibri"/>
          <w:b/>
          <w:sz w:val="44"/>
          <w:szCs w:val="44"/>
        </w:rPr>
        <w:t>Chemical Reactions Practice Test</w:t>
      </w:r>
    </w:p>
    <w:p w14:paraId="31516E05" w14:textId="77777777" w:rsidR="00411592" w:rsidRPr="00EF0667" w:rsidRDefault="00411592" w:rsidP="00411592">
      <w:pPr>
        <w:spacing w:line="276" w:lineRule="auto"/>
        <w:rPr>
          <w:rFonts w:ascii="Calibri" w:hAnsi="Calibri"/>
        </w:rPr>
      </w:pPr>
    </w:p>
    <w:p w14:paraId="1BF68099" w14:textId="77777777" w:rsidR="00963E96" w:rsidRPr="00EF0667" w:rsidRDefault="00963E96" w:rsidP="00EF0667">
      <w:pPr>
        <w:spacing w:line="276" w:lineRule="auto"/>
        <w:rPr>
          <w:rFonts w:ascii="Calibri" w:hAnsi="Calibri"/>
          <w:b/>
          <w:sz w:val="28"/>
          <w:u w:val="single"/>
        </w:rPr>
      </w:pPr>
      <w:r w:rsidRPr="00EF0667">
        <w:rPr>
          <w:rFonts w:ascii="Calibri" w:hAnsi="Calibri"/>
          <w:b/>
          <w:sz w:val="28"/>
          <w:u w:val="single"/>
        </w:rPr>
        <w:t>Test Sections</w:t>
      </w:r>
    </w:p>
    <w:p w14:paraId="5AB02BB2" w14:textId="77777777" w:rsidR="00963E96" w:rsidRPr="00EF0667" w:rsidRDefault="00963E96" w:rsidP="00591111">
      <w:pPr>
        <w:pStyle w:val="ListParagraph"/>
        <w:numPr>
          <w:ilvl w:val="0"/>
          <w:numId w:val="16"/>
        </w:numPr>
        <w:spacing w:line="276" w:lineRule="auto"/>
        <w:rPr>
          <w:rFonts w:ascii="Calibri" w:hAnsi="Calibri"/>
        </w:rPr>
      </w:pPr>
      <w:r w:rsidRPr="00EF0667">
        <w:rPr>
          <w:rFonts w:ascii="Calibri" w:hAnsi="Calibri"/>
          <w:u w:val="single"/>
        </w:rPr>
        <w:t>Matching</w:t>
      </w:r>
      <w:r w:rsidRPr="00EF0667">
        <w:rPr>
          <w:rFonts w:ascii="Calibri" w:hAnsi="Calibri"/>
        </w:rPr>
        <w:t>: Match the following vocabulary terms to their definitions.</w:t>
      </w:r>
    </w:p>
    <w:p w14:paraId="33893BC2" w14:textId="77777777" w:rsidR="00963E96" w:rsidRPr="00EF0667" w:rsidRDefault="00963E96" w:rsidP="00591111">
      <w:pPr>
        <w:pStyle w:val="ListParagraph"/>
        <w:numPr>
          <w:ilvl w:val="0"/>
          <w:numId w:val="16"/>
        </w:numPr>
        <w:spacing w:line="276" w:lineRule="auto"/>
        <w:rPr>
          <w:rFonts w:ascii="Calibri" w:hAnsi="Calibri"/>
        </w:rPr>
      </w:pPr>
      <w:r w:rsidRPr="00EF0667">
        <w:rPr>
          <w:rFonts w:ascii="Calibri" w:hAnsi="Calibri"/>
          <w:u w:val="single"/>
        </w:rPr>
        <w:t>Multiple choice</w:t>
      </w:r>
      <w:r w:rsidRPr="00EF0667">
        <w:rPr>
          <w:rFonts w:ascii="Calibri" w:hAnsi="Calibri"/>
        </w:rPr>
        <w:t xml:space="preserve">: Choose the best answer to each </w:t>
      </w:r>
      <w:proofErr w:type="gramStart"/>
      <w:r w:rsidRPr="00EF0667">
        <w:rPr>
          <w:rFonts w:ascii="Calibri" w:hAnsi="Calibri"/>
        </w:rPr>
        <w:t>multiple choice</w:t>
      </w:r>
      <w:proofErr w:type="gramEnd"/>
      <w:r w:rsidRPr="00EF0667">
        <w:rPr>
          <w:rFonts w:ascii="Calibri" w:hAnsi="Calibri"/>
        </w:rPr>
        <w:t xml:space="preserve"> question.</w:t>
      </w:r>
    </w:p>
    <w:p w14:paraId="32C65120" w14:textId="77777777" w:rsidR="00963E96" w:rsidRPr="00EF0667" w:rsidRDefault="00963E96" w:rsidP="00591111">
      <w:pPr>
        <w:pStyle w:val="ListParagraph"/>
        <w:numPr>
          <w:ilvl w:val="0"/>
          <w:numId w:val="16"/>
        </w:numPr>
        <w:spacing w:line="276" w:lineRule="auto"/>
        <w:rPr>
          <w:rFonts w:ascii="Calibri" w:hAnsi="Calibri"/>
        </w:rPr>
      </w:pPr>
      <w:r w:rsidRPr="00EF0667">
        <w:rPr>
          <w:rFonts w:ascii="Calibri" w:hAnsi="Calibri"/>
          <w:u w:val="single"/>
        </w:rPr>
        <w:t>Balancing equations</w:t>
      </w:r>
      <w:r w:rsidRPr="00EF0667">
        <w:rPr>
          <w:rFonts w:ascii="Calibri" w:hAnsi="Calibri"/>
        </w:rPr>
        <w:t>: For each of the following equations, balance the equation, identify the type of reaction (S, D, SR, DR, C), and identify the reactants and products.</w:t>
      </w:r>
    </w:p>
    <w:p w14:paraId="7D2315AF" w14:textId="77777777" w:rsidR="00963E96" w:rsidRPr="00EF0667" w:rsidRDefault="00963E96" w:rsidP="00591111">
      <w:pPr>
        <w:pStyle w:val="ListParagraph"/>
        <w:numPr>
          <w:ilvl w:val="0"/>
          <w:numId w:val="16"/>
        </w:numPr>
        <w:spacing w:line="276" w:lineRule="auto"/>
        <w:rPr>
          <w:rFonts w:ascii="Calibri" w:hAnsi="Calibri"/>
        </w:rPr>
      </w:pPr>
      <w:r w:rsidRPr="00EF0667">
        <w:rPr>
          <w:rFonts w:ascii="Calibri" w:hAnsi="Calibri"/>
          <w:u w:val="single"/>
        </w:rPr>
        <w:t>Error analysis</w:t>
      </w:r>
      <w:r w:rsidRPr="00EF0667">
        <w:rPr>
          <w:rFonts w:ascii="Calibri" w:hAnsi="Calibri"/>
        </w:rPr>
        <w:t>: The student who predicted the products of the following reactions made a mistake. Identify the error in each equation, and then write the correct equation.</w:t>
      </w:r>
    </w:p>
    <w:p w14:paraId="4603CB57" w14:textId="77777777" w:rsidR="00963E96" w:rsidRPr="00EF0667" w:rsidRDefault="00963E96" w:rsidP="00591111">
      <w:pPr>
        <w:pStyle w:val="ListParagraph"/>
        <w:numPr>
          <w:ilvl w:val="0"/>
          <w:numId w:val="16"/>
        </w:numPr>
        <w:spacing w:line="276" w:lineRule="auto"/>
        <w:rPr>
          <w:rFonts w:ascii="Calibri" w:hAnsi="Calibri"/>
        </w:rPr>
      </w:pPr>
      <w:r w:rsidRPr="00EF0667">
        <w:rPr>
          <w:rFonts w:ascii="Calibri" w:hAnsi="Calibri"/>
          <w:u w:val="single"/>
        </w:rPr>
        <w:t>Short answer</w:t>
      </w:r>
      <w:r w:rsidRPr="00EF0667">
        <w:rPr>
          <w:rFonts w:ascii="Calibri" w:hAnsi="Calibri"/>
        </w:rPr>
        <w:t>: Answer the following two questions in complete sentences.</w:t>
      </w:r>
    </w:p>
    <w:p w14:paraId="1A9CB0AF" w14:textId="77777777" w:rsidR="00963E96" w:rsidRPr="00EF0667" w:rsidRDefault="00963E96" w:rsidP="00591111">
      <w:pPr>
        <w:pStyle w:val="ListParagraph"/>
        <w:numPr>
          <w:ilvl w:val="1"/>
          <w:numId w:val="16"/>
        </w:numPr>
        <w:spacing w:line="276" w:lineRule="auto"/>
        <w:rPr>
          <w:rFonts w:ascii="Calibri" w:hAnsi="Calibri"/>
        </w:rPr>
      </w:pPr>
      <w:r w:rsidRPr="00EF0667">
        <w:rPr>
          <w:rFonts w:ascii="Calibri" w:hAnsi="Calibri"/>
        </w:rPr>
        <w:t>#1 = law of conservation of matter</w:t>
      </w:r>
    </w:p>
    <w:p w14:paraId="0832E885" w14:textId="77777777" w:rsidR="00963E96" w:rsidRPr="00EF0667" w:rsidRDefault="00963E96" w:rsidP="00591111">
      <w:pPr>
        <w:pStyle w:val="ListParagraph"/>
        <w:numPr>
          <w:ilvl w:val="1"/>
          <w:numId w:val="16"/>
        </w:numPr>
        <w:spacing w:line="276" w:lineRule="auto"/>
        <w:rPr>
          <w:rFonts w:ascii="Calibri" w:hAnsi="Calibri"/>
        </w:rPr>
      </w:pPr>
      <w:r w:rsidRPr="00EF0667">
        <w:rPr>
          <w:rFonts w:ascii="Calibri" w:hAnsi="Calibri"/>
        </w:rPr>
        <w:t>#2 = reaction rate</w:t>
      </w:r>
    </w:p>
    <w:p w14:paraId="240ED99C" w14:textId="77777777" w:rsidR="00411592" w:rsidRPr="00EF0667" w:rsidRDefault="00411592" w:rsidP="00EF0667">
      <w:pPr>
        <w:spacing w:line="276" w:lineRule="auto"/>
        <w:rPr>
          <w:rFonts w:ascii="Calibri" w:hAnsi="Calibri"/>
        </w:rPr>
      </w:pPr>
    </w:p>
    <w:p w14:paraId="68BEFE5A" w14:textId="77777777" w:rsidR="00963E96" w:rsidRPr="00EF0667" w:rsidRDefault="00963E96" w:rsidP="00EF0667">
      <w:pPr>
        <w:spacing w:line="276" w:lineRule="auto"/>
        <w:rPr>
          <w:rFonts w:ascii="Calibri" w:hAnsi="Calibri"/>
          <w:b/>
          <w:sz w:val="28"/>
          <w:u w:val="single"/>
        </w:rPr>
      </w:pPr>
      <w:r w:rsidRPr="00EF0667">
        <w:rPr>
          <w:rFonts w:ascii="Calibri" w:hAnsi="Calibri"/>
          <w:b/>
          <w:sz w:val="28"/>
          <w:u w:val="single"/>
        </w:rPr>
        <w:t>Part 1: Fill in the Blank.</w:t>
      </w:r>
    </w:p>
    <w:p w14:paraId="0230A3E2" w14:textId="77777777" w:rsidR="00EF0667" w:rsidRDefault="00EF0667" w:rsidP="00EF0667">
      <w:pPr>
        <w:pStyle w:val="ListParagraph"/>
        <w:spacing w:line="276" w:lineRule="auto"/>
        <w:rPr>
          <w:rFonts w:ascii="Calibri" w:hAnsi="Calibri"/>
        </w:rPr>
      </w:pPr>
    </w:p>
    <w:p w14:paraId="1F0BB8C5" w14:textId="77777777" w:rsidR="00963E96" w:rsidRPr="00EF0667" w:rsidRDefault="00EF0667" w:rsidP="00EF0667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</w:t>
      </w:r>
      <w:r w:rsidR="00963E96" w:rsidRPr="00EF0667">
        <w:rPr>
          <w:rFonts w:ascii="Calibri" w:hAnsi="Calibri"/>
        </w:rPr>
        <w:t xml:space="preserve">__________ reactions absorb energy and make surroundings colder, whereas </w:t>
      </w:r>
      <w:r>
        <w:rPr>
          <w:rFonts w:ascii="Calibri" w:hAnsi="Calibri"/>
        </w:rPr>
        <w:t>_________________</w:t>
      </w:r>
      <w:r w:rsidR="00963E96" w:rsidRPr="00EF0667">
        <w:rPr>
          <w:rFonts w:ascii="Calibri" w:hAnsi="Calibri"/>
        </w:rPr>
        <w:t>______________ reactions release energy and make surroundings hotter.</w:t>
      </w:r>
    </w:p>
    <w:p w14:paraId="1FBC22BB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EF0667">
        <w:rPr>
          <w:rFonts w:ascii="Calibri" w:hAnsi="Calibri"/>
        </w:rPr>
        <w:t>A new substance must be produced for a ____________________________________ to occur.</w:t>
      </w:r>
    </w:p>
    <w:p w14:paraId="0F8D1D27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EF0667">
        <w:rPr>
          <w:rFonts w:ascii="Calibri" w:hAnsi="Calibri"/>
        </w:rPr>
        <w:t>__________________________________ reactions always consist of multiple reactants combining to form a single product.</w:t>
      </w:r>
    </w:p>
    <w:p w14:paraId="33A42401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EF0667">
        <w:rPr>
          <w:rFonts w:ascii="Calibri" w:hAnsi="Calibri"/>
        </w:rPr>
        <w:t>Catalysts __________________________________ the rate of a reaction by lowering the reaction’s __________________________________ energy.</w:t>
      </w:r>
    </w:p>
    <w:p w14:paraId="3B06151A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EF0667">
        <w:rPr>
          <w:rFonts w:ascii="Calibri" w:hAnsi="Calibri"/>
        </w:rPr>
        <w:t>__________________________________ elements cannot exist in nature in the single form, and therefore are always found in pairs.</w:t>
      </w:r>
    </w:p>
    <w:p w14:paraId="73645F02" w14:textId="77777777" w:rsidR="00963E96" w:rsidRPr="00EF0667" w:rsidRDefault="00EF0667" w:rsidP="00EF0667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</w:t>
      </w:r>
      <w:r w:rsidR="00963E96" w:rsidRPr="00EF0667">
        <w:rPr>
          <w:rFonts w:ascii="Calibri" w:hAnsi="Calibri"/>
        </w:rPr>
        <w:t xml:space="preserve">________ are substances present at the beginning of a reaction, whereas </w:t>
      </w:r>
      <w:r>
        <w:rPr>
          <w:rFonts w:ascii="Calibri" w:hAnsi="Calibri"/>
        </w:rPr>
        <w:t>______________</w:t>
      </w:r>
      <w:r w:rsidR="00963E96" w:rsidRPr="00EF0667">
        <w:rPr>
          <w:rFonts w:ascii="Calibri" w:hAnsi="Calibri"/>
        </w:rPr>
        <w:t>______________ are substances formed during a chemical reaction.</w:t>
      </w:r>
    </w:p>
    <w:p w14:paraId="6C9DC463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EF0667">
        <w:rPr>
          <w:rFonts w:ascii="Calibri" w:hAnsi="Calibri"/>
        </w:rPr>
        <w:t>__________________________________ states that particles must bump into each other with a certain amount of energy in order for a reaction to occur.</w:t>
      </w:r>
    </w:p>
    <w:p w14:paraId="7B84031F" w14:textId="77777777" w:rsidR="00963E96" w:rsidRPr="00EF0667" w:rsidRDefault="00963E96" w:rsidP="00EF0667">
      <w:pPr>
        <w:spacing w:line="276" w:lineRule="auto"/>
        <w:rPr>
          <w:rFonts w:ascii="Calibri" w:hAnsi="Calibri"/>
          <w:b/>
          <w:sz w:val="28"/>
          <w:u w:val="single"/>
        </w:rPr>
      </w:pPr>
      <w:r w:rsidRPr="00EF0667">
        <w:rPr>
          <w:rFonts w:ascii="Calibri" w:hAnsi="Calibri"/>
          <w:b/>
          <w:sz w:val="28"/>
          <w:u w:val="single"/>
        </w:rPr>
        <w:lastRenderedPageBreak/>
        <w:t>Part 2: Multiple Choice.</w:t>
      </w:r>
    </w:p>
    <w:p w14:paraId="1278B187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eastAsia="Times New Roman" w:hAnsi="Calibri"/>
          <w:color w:val="000000"/>
          <w:shd w:val="clear" w:color="auto" w:fill="FFFFFF"/>
        </w:rPr>
        <w:t xml:space="preserve">Which of the following shows a correct way to balance the chemical </w:t>
      </w:r>
      <w:proofErr w:type="gramStart"/>
      <w:r w:rsidRPr="00EF0667">
        <w:rPr>
          <w:rFonts w:ascii="Calibri" w:eastAsia="Times New Roman" w:hAnsi="Calibri"/>
          <w:color w:val="000000"/>
          <w:shd w:val="clear" w:color="auto" w:fill="FFFFFF"/>
        </w:rPr>
        <w:t>equation:</w:t>
      </w:r>
      <w:proofErr w:type="gramEnd"/>
    </w:p>
    <w:p w14:paraId="3B3F45DC" w14:textId="77777777" w:rsidR="00963E96" w:rsidRPr="00EF0667" w:rsidRDefault="00963E96" w:rsidP="00EF0667">
      <w:pPr>
        <w:pStyle w:val="ListParagraph"/>
        <w:numPr>
          <w:ilvl w:val="1"/>
          <w:numId w:val="3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Fe + O</w:t>
      </w:r>
      <w:r w:rsidRPr="00EF0667">
        <w:rPr>
          <w:rFonts w:ascii="Calibri" w:hAnsi="Calibri" w:cs="Times New Roman"/>
          <w:color w:val="000000"/>
          <w:vertAlign w:val="subscript"/>
        </w:rPr>
        <w:t>2</w:t>
      </w:r>
      <w:r w:rsidRPr="00EF0667">
        <w:rPr>
          <w:rStyle w:val="apple-converted-space"/>
          <w:rFonts w:ascii="Calibri" w:hAnsi="Calibri" w:cs="Times New Roman"/>
          <w:color w:val="000000"/>
        </w:rPr>
        <w:t> </w:t>
      </w:r>
      <w:r w:rsidRPr="00EF0667">
        <w:rPr>
          <w:rStyle w:val="apple-converted-space"/>
          <w:rFonts w:ascii="Calibri" w:hAnsi="Calibri" w:cs="Times New Roman"/>
          <w:color w:val="000000"/>
        </w:rPr>
        <w:sym w:font="Wingdings" w:char="F0E0"/>
      </w:r>
      <w:r w:rsidRPr="00EF0667">
        <w:rPr>
          <w:rStyle w:val="apple-converted-space"/>
          <w:rFonts w:ascii="Calibri" w:hAnsi="Calibri" w:cs="Times New Roman"/>
          <w:color w:val="000000"/>
        </w:rPr>
        <w:t> </w:t>
      </w:r>
      <w:r w:rsidRPr="00EF0667">
        <w:rPr>
          <w:rFonts w:ascii="Calibri" w:hAnsi="Calibri" w:cs="Times New Roman"/>
          <w:color w:val="000000"/>
        </w:rPr>
        <w:t>Fe</w:t>
      </w:r>
      <w:r w:rsidRPr="00EF0667">
        <w:rPr>
          <w:rFonts w:ascii="Calibri" w:hAnsi="Calibri" w:cs="Times New Roman"/>
          <w:color w:val="000000"/>
          <w:vertAlign w:val="subscript"/>
        </w:rPr>
        <w:t>2</w:t>
      </w:r>
      <w:r w:rsidRPr="00EF0667">
        <w:rPr>
          <w:rFonts w:ascii="Calibri" w:hAnsi="Calibri" w:cs="Times New Roman"/>
          <w:color w:val="000000"/>
        </w:rPr>
        <w:t>O</w:t>
      </w:r>
      <w:r w:rsidRPr="00EF0667">
        <w:rPr>
          <w:rFonts w:ascii="Calibri" w:hAnsi="Calibri" w:cs="Times New Roman"/>
          <w:color w:val="000000"/>
          <w:vertAlign w:val="subscript"/>
        </w:rPr>
        <w:t>3</w:t>
      </w:r>
    </w:p>
    <w:p w14:paraId="0567DD25" w14:textId="77777777" w:rsidR="00963E96" w:rsidRPr="00EF0667" w:rsidRDefault="00963E96" w:rsidP="00EF0667">
      <w:pPr>
        <w:pStyle w:val="ListParagraph"/>
        <w:numPr>
          <w:ilvl w:val="1"/>
          <w:numId w:val="3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4 Fe + 3 O</w:t>
      </w:r>
      <w:r w:rsidRPr="00EF0667">
        <w:rPr>
          <w:rFonts w:ascii="Calibri" w:hAnsi="Calibri" w:cs="Times New Roman"/>
          <w:color w:val="000000"/>
          <w:vertAlign w:val="subscript"/>
        </w:rPr>
        <w:t>2</w:t>
      </w:r>
      <w:r w:rsidRPr="00EF0667">
        <w:rPr>
          <w:rStyle w:val="apple-converted-space"/>
          <w:rFonts w:ascii="Calibri" w:hAnsi="Calibri" w:cs="Times New Roman"/>
          <w:color w:val="000000"/>
        </w:rPr>
        <w:t> </w:t>
      </w:r>
      <w:r w:rsidRPr="00EF0667">
        <w:rPr>
          <w:rStyle w:val="apple-converted-space"/>
          <w:rFonts w:ascii="Calibri" w:hAnsi="Calibri" w:cs="Times New Roman"/>
          <w:color w:val="000000"/>
        </w:rPr>
        <w:sym w:font="Wingdings" w:char="F0E0"/>
      </w:r>
      <w:r w:rsidRPr="00EF0667">
        <w:rPr>
          <w:rStyle w:val="apple-converted-space"/>
          <w:rFonts w:ascii="Calibri" w:hAnsi="Calibri" w:cs="Times New Roman"/>
          <w:color w:val="000000"/>
        </w:rPr>
        <w:t> </w:t>
      </w:r>
      <w:r w:rsidRPr="00EF0667">
        <w:rPr>
          <w:rFonts w:ascii="Calibri" w:hAnsi="Calibri" w:cs="Times New Roman"/>
          <w:color w:val="000000"/>
        </w:rPr>
        <w:t>2 Fe</w:t>
      </w:r>
      <w:r w:rsidRPr="00EF0667">
        <w:rPr>
          <w:rFonts w:ascii="Calibri" w:hAnsi="Calibri" w:cs="Times New Roman"/>
          <w:color w:val="000000"/>
          <w:vertAlign w:val="subscript"/>
        </w:rPr>
        <w:t>2</w:t>
      </w:r>
      <w:r w:rsidRPr="00EF0667">
        <w:rPr>
          <w:rFonts w:ascii="Calibri" w:hAnsi="Calibri" w:cs="Times New Roman"/>
          <w:color w:val="000000"/>
        </w:rPr>
        <w:t>O</w:t>
      </w:r>
      <w:r w:rsidRPr="00EF0667">
        <w:rPr>
          <w:rFonts w:ascii="Calibri" w:hAnsi="Calibri" w:cs="Times New Roman"/>
          <w:color w:val="000000"/>
          <w:vertAlign w:val="subscript"/>
        </w:rPr>
        <w:t>3</w:t>
      </w:r>
    </w:p>
    <w:p w14:paraId="7C9B8E35" w14:textId="77777777" w:rsidR="00963E96" w:rsidRPr="00EF0667" w:rsidRDefault="00963E96" w:rsidP="00EF0667">
      <w:pPr>
        <w:pStyle w:val="ListParagraph"/>
        <w:numPr>
          <w:ilvl w:val="1"/>
          <w:numId w:val="3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2 Fe + 3 O</w:t>
      </w:r>
      <w:r w:rsidRPr="00EF0667">
        <w:rPr>
          <w:rFonts w:ascii="Calibri" w:hAnsi="Calibri" w:cs="Times New Roman"/>
          <w:color w:val="000000"/>
          <w:vertAlign w:val="subscript"/>
        </w:rPr>
        <w:t>2</w:t>
      </w:r>
      <w:r w:rsidRPr="00EF0667">
        <w:rPr>
          <w:rStyle w:val="apple-converted-space"/>
          <w:rFonts w:ascii="Calibri" w:hAnsi="Calibri" w:cs="Times New Roman"/>
          <w:color w:val="000000"/>
        </w:rPr>
        <w:t> </w:t>
      </w:r>
      <w:r w:rsidRPr="00EF0667">
        <w:rPr>
          <w:rStyle w:val="apple-converted-space"/>
          <w:rFonts w:ascii="Calibri" w:hAnsi="Calibri" w:cs="Times New Roman"/>
          <w:color w:val="000000"/>
        </w:rPr>
        <w:sym w:font="Wingdings" w:char="F0E0"/>
      </w:r>
      <w:r w:rsidRPr="00EF0667">
        <w:rPr>
          <w:rStyle w:val="apple-converted-space"/>
          <w:rFonts w:ascii="Calibri" w:hAnsi="Calibri" w:cs="Times New Roman"/>
          <w:color w:val="000000"/>
        </w:rPr>
        <w:t> </w:t>
      </w:r>
      <w:r w:rsidRPr="00EF0667">
        <w:rPr>
          <w:rFonts w:ascii="Calibri" w:hAnsi="Calibri" w:cs="Times New Roman"/>
          <w:color w:val="000000"/>
        </w:rPr>
        <w:t>Fe</w:t>
      </w:r>
      <w:r w:rsidRPr="00EF0667">
        <w:rPr>
          <w:rFonts w:ascii="Calibri" w:hAnsi="Calibri" w:cs="Times New Roman"/>
          <w:color w:val="000000"/>
          <w:vertAlign w:val="subscript"/>
        </w:rPr>
        <w:t>2</w:t>
      </w:r>
      <w:r w:rsidRPr="00EF0667">
        <w:rPr>
          <w:rFonts w:ascii="Calibri" w:hAnsi="Calibri" w:cs="Times New Roman"/>
          <w:color w:val="000000"/>
        </w:rPr>
        <w:t>O</w:t>
      </w:r>
      <w:r w:rsidRPr="00EF0667">
        <w:rPr>
          <w:rFonts w:ascii="Calibri" w:hAnsi="Calibri" w:cs="Times New Roman"/>
          <w:color w:val="000000"/>
          <w:vertAlign w:val="subscript"/>
        </w:rPr>
        <w:t>6</w:t>
      </w:r>
    </w:p>
    <w:p w14:paraId="76AB892D" w14:textId="77777777" w:rsidR="00963E96" w:rsidRPr="00EF0667" w:rsidRDefault="00963E96" w:rsidP="00EF0667">
      <w:pPr>
        <w:pStyle w:val="ListParagraph"/>
        <w:numPr>
          <w:ilvl w:val="1"/>
          <w:numId w:val="3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 xml:space="preserve">2 Fe +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/>
              </w:rPr>
              <m:t>2</m:t>
            </m:r>
          </m:den>
        </m:f>
      </m:oMath>
      <w:r w:rsidRPr="00EF0667">
        <w:rPr>
          <w:rFonts w:ascii="Calibri" w:hAnsi="Calibri" w:cs="Times New Roman"/>
          <w:color w:val="000000"/>
        </w:rPr>
        <w:t xml:space="preserve"> O</w:t>
      </w:r>
      <w:r w:rsidRPr="00EF0667">
        <w:rPr>
          <w:rFonts w:ascii="Calibri" w:hAnsi="Calibri" w:cs="Times New Roman"/>
          <w:color w:val="000000"/>
          <w:vertAlign w:val="subscript"/>
        </w:rPr>
        <w:t>2</w:t>
      </w:r>
      <w:r w:rsidRPr="00EF0667">
        <w:rPr>
          <w:rStyle w:val="apple-converted-space"/>
          <w:rFonts w:ascii="Calibri" w:hAnsi="Calibri" w:cs="Times New Roman"/>
          <w:color w:val="000000"/>
        </w:rPr>
        <w:t> </w:t>
      </w:r>
      <w:r w:rsidRPr="00EF0667">
        <w:rPr>
          <w:rStyle w:val="apple-converted-space"/>
          <w:rFonts w:ascii="Calibri" w:hAnsi="Calibri" w:cs="Times New Roman"/>
          <w:color w:val="000000"/>
        </w:rPr>
        <w:sym w:font="Wingdings" w:char="F0E0"/>
      </w:r>
      <w:r w:rsidRPr="00EF0667">
        <w:rPr>
          <w:rStyle w:val="apple-converted-space"/>
          <w:rFonts w:ascii="Calibri" w:hAnsi="Calibri" w:cs="Times New Roman"/>
          <w:color w:val="000000"/>
        </w:rPr>
        <w:t> </w:t>
      </w:r>
      <w:r w:rsidRPr="00EF0667">
        <w:rPr>
          <w:rFonts w:ascii="Calibri" w:hAnsi="Calibri" w:cs="Times New Roman"/>
          <w:color w:val="000000"/>
        </w:rPr>
        <w:t>Fe</w:t>
      </w:r>
      <w:r w:rsidRPr="00EF0667">
        <w:rPr>
          <w:rFonts w:ascii="Calibri" w:hAnsi="Calibri" w:cs="Times New Roman"/>
          <w:color w:val="000000"/>
          <w:vertAlign w:val="subscript"/>
        </w:rPr>
        <w:t>2</w:t>
      </w:r>
      <w:r w:rsidRPr="00EF0667">
        <w:rPr>
          <w:rFonts w:ascii="Calibri" w:hAnsi="Calibri" w:cs="Times New Roman"/>
          <w:color w:val="000000"/>
        </w:rPr>
        <w:t>O</w:t>
      </w:r>
      <w:r w:rsidRPr="00EF0667">
        <w:rPr>
          <w:rFonts w:ascii="Calibri" w:hAnsi="Calibri" w:cs="Times New Roman"/>
          <w:color w:val="000000"/>
          <w:vertAlign w:val="subscript"/>
        </w:rPr>
        <w:t>3</w:t>
      </w:r>
    </w:p>
    <w:p w14:paraId="2DBA825A" w14:textId="77777777" w:rsidR="00963E96" w:rsidRPr="00EF0667" w:rsidRDefault="00963E96" w:rsidP="00EF0667">
      <w:pPr>
        <w:pStyle w:val="ListParagraph"/>
        <w:numPr>
          <w:ilvl w:val="1"/>
          <w:numId w:val="3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More than one of the above are possible.</w:t>
      </w:r>
    </w:p>
    <w:p w14:paraId="67278C09" w14:textId="77777777" w:rsidR="00EF0667" w:rsidRPr="00EF0667" w:rsidRDefault="00EF0667" w:rsidP="00EF0667">
      <w:pPr>
        <w:pStyle w:val="ListParagraph"/>
        <w:spacing w:line="276" w:lineRule="auto"/>
        <w:ind w:left="1440"/>
        <w:rPr>
          <w:rFonts w:ascii="Calibri" w:eastAsia="Times New Roman" w:hAnsi="Calibri"/>
        </w:rPr>
      </w:pPr>
    </w:p>
    <w:p w14:paraId="73343133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eastAsia="Times New Roman" w:hAnsi="Calibri" w:cs="Times New Roman"/>
          <w:color w:val="000000"/>
          <w:shd w:val="clear" w:color="auto" w:fill="FFFFFF"/>
        </w:rPr>
        <w:t xml:space="preserve">The reaction shown in </w:t>
      </w:r>
      <w:r w:rsidR="00EF0667">
        <w:rPr>
          <w:rFonts w:ascii="Calibri" w:eastAsia="Times New Roman" w:hAnsi="Calibri" w:cs="Times New Roman"/>
          <w:color w:val="000000"/>
          <w:shd w:val="clear" w:color="auto" w:fill="FFFFFF"/>
        </w:rPr>
        <w:t>problem 8</w:t>
      </w:r>
      <w:r w:rsidRPr="00EF0667">
        <w:rPr>
          <w:rFonts w:ascii="Calibri" w:eastAsia="Times New Roman" w:hAnsi="Calibri" w:cs="Times New Roman"/>
          <w:color w:val="000000"/>
          <w:shd w:val="clear" w:color="auto" w:fill="FFFFFF"/>
        </w:rPr>
        <w:t xml:space="preserve"> can be thought of as:</w:t>
      </w:r>
    </w:p>
    <w:p w14:paraId="34505C00" w14:textId="77777777" w:rsidR="00EF0667" w:rsidRDefault="00EF0667" w:rsidP="00EF0667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Times New Roman"/>
          <w:color w:val="000000"/>
        </w:rPr>
        <w:sectPr w:rsidR="00EF0667" w:rsidSect="00411592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09E64A30" w14:textId="77777777" w:rsidR="00963E96" w:rsidRPr="00EF0667" w:rsidRDefault="00963E96" w:rsidP="00EF0667">
      <w:pPr>
        <w:pStyle w:val="ListParagraph"/>
        <w:numPr>
          <w:ilvl w:val="0"/>
          <w:numId w:val="4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Decomposition</w:t>
      </w:r>
    </w:p>
    <w:p w14:paraId="62B8D346" w14:textId="77777777" w:rsidR="00963E96" w:rsidRPr="00EF0667" w:rsidRDefault="00963E96" w:rsidP="00EF0667">
      <w:pPr>
        <w:pStyle w:val="ListParagraph"/>
        <w:numPr>
          <w:ilvl w:val="0"/>
          <w:numId w:val="4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/>
          <w:color w:val="000000"/>
        </w:rPr>
        <w:t>Synthesis</w:t>
      </w:r>
    </w:p>
    <w:p w14:paraId="678E1B57" w14:textId="77777777" w:rsidR="00963E96" w:rsidRPr="00EF0667" w:rsidRDefault="00963E96" w:rsidP="00EF0667">
      <w:pPr>
        <w:pStyle w:val="ListParagraph"/>
        <w:numPr>
          <w:ilvl w:val="0"/>
          <w:numId w:val="4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Combustion</w:t>
      </w:r>
    </w:p>
    <w:p w14:paraId="51BBBC8F" w14:textId="77777777" w:rsidR="00963E96" w:rsidRPr="00EF0667" w:rsidRDefault="00963E96" w:rsidP="00EF0667">
      <w:pPr>
        <w:pStyle w:val="ListParagraph"/>
        <w:numPr>
          <w:ilvl w:val="0"/>
          <w:numId w:val="4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Decomposition and combustion</w:t>
      </w:r>
    </w:p>
    <w:p w14:paraId="2A3D9FA1" w14:textId="77777777" w:rsidR="00EF0667" w:rsidRDefault="00EF0667" w:rsidP="00EF0667">
      <w:pPr>
        <w:pStyle w:val="ListParagraph"/>
        <w:spacing w:line="276" w:lineRule="auto"/>
        <w:ind w:left="1440"/>
        <w:rPr>
          <w:rFonts w:ascii="Calibri" w:eastAsia="Times New Roman" w:hAnsi="Calibri"/>
        </w:rPr>
        <w:sectPr w:rsidR="00EF0667" w:rsidSect="00EF0667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1921A9A0" w14:textId="77777777" w:rsidR="00EF0667" w:rsidRPr="00EF0667" w:rsidRDefault="00EF0667" w:rsidP="00EF0667">
      <w:pPr>
        <w:pStyle w:val="ListParagraph"/>
        <w:spacing w:line="276" w:lineRule="auto"/>
        <w:ind w:left="1440"/>
        <w:rPr>
          <w:rFonts w:ascii="Calibri" w:eastAsia="Times New Roman" w:hAnsi="Calibri"/>
        </w:rPr>
      </w:pPr>
    </w:p>
    <w:p w14:paraId="3B751333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eastAsia="Times New Roman" w:hAnsi="Calibri" w:cs="Times New Roman"/>
          <w:color w:val="000000"/>
          <w:shd w:val="clear" w:color="auto" w:fill="FFFFFF"/>
        </w:rPr>
        <w:t xml:space="preserve">When a molecule undergoes </w:t>
      </w:r>
      <w:proofErr w:type="gramStart"/>
      <w:r w:rsidRPr="00EF0667">
        <w:rPr>
          <w:rFonts w:ascii="Calibri" w:eastAsia="Times New Roman" w:hAnsi="Calibri" w:cs="Times New Roman"/>
          <w:color w:val="000000"/>
          <w:shd w:val="clear" w:color="auto" w:fill="FFFFFF"/>
        </w:rPr>
        <w:t>combustion</w:t>
      </w:r>
      <w:proofErr w:type="gramEnd"/>
      <w:r w:rsidRPr="00EF0667">
        <w:rPr>
          <w:rFonts w:ascii="Calibri" w:eastAsia="Times New Roman" w:hAnsi="Calibri" w:cs="Times New Roman"/>
          <w:color w:val="000000"/>
          <w:shd w:val="clear" w:color="auto" w:fill="FFFFFF"/>
        </w:rPr>
        <w:t xml:space="preserve"> the products are:</w:t>
      </w:r>
    </w:p>
    <w:p w14:paraId="156E6E96" w14:textId="77777777" w:rsidR="00963E96" w:rsidRPr="00EF0667" w:rsidRDefault="00963E96" w:rsidP="00EF0667">
      <w:pPr>
        <w:pStyle w:val="ListParagraph"/>
        <w:numPr>
          <w:ilvl w:val="0"/>
          <w:numId w:val="5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carbon dioxide and water</w:t>
      </w:r>
    </w:p>
    <w:p w14:paraId="489528EA" w14:textId="77777777" w:rsidR="00963E96" w:rsidRPr="00EF0667" w:rsidRDefault="00963E96" w:rsidP="00EF0667">
      <w:pPr>
        <w:pStyle w:val="ListParagraph"/>
        <w:numPr>
          <w:ilvl w:val="0"/>
          <w:numId w:val="5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carbon dioxide and hydrogen</w:t>
      </w:r>
    </w:p>
    <w:p w14:paraId="1D4F6A3C" w14:textId="77777777" w:rsidR="00963E96" w:rsidRPr="00EF0667" w:rsidRDefault="00963E96" w:rsidP="00EF0667">
      <w:pPr>
        <w:pStyle w:val="ListParagraph"/>
        <w:numPr>
          <w:ilvl w:val="0"/>
          <w:numId w:val="5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carbon dioxide and oxygen</w:t>
      </w:r>
    </w:p>
    <w:p w14:paraId="0AAB2F61" w14:textId="77777777" w:rsidR="00963E96" w:rsidRPr="00EF0667" w:rsidRDefault="00963E96" w:rsidP="00EF0667">
      <w:pPr>
        <w:pStyle w:val="ListParagraph"/>
        <w:numPr>
          <w:ilvl w:val="0"/>
          <w:numId w:val="5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carbon and hydrogen</w:t>
      </w:r>
    </w:p>
    <w:p w14:paraId="64455CD3" w14:textId="77777777" w:rsidR="00963E96" w:rsidRPr="00EF0667" w:rsidRDefault="00963E96" w:rsidP="00EF0667">
      <w:pPr>
        <w:pStyle w:val="ListParagraph"/>
        <w:numPr>
          <w:ilvl w:val="0"/>
          <w:numId w:val="5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carbon and oxygen</w:t>
      </w:r>
    </w:p>
    <w:p w14:paraId="5406FA85" w14:textId="77777777" w:rsidR="00EF0667" w:rsidRPr="00EF0667" w:rsidRDefault="00EF0667" w:rsidP="00EF0667">
      <w:pPr>
        <w:pStyle w:val="ListParagraph"/>
        <w:spacing w:line="276" w:lineRule="auto"/>
        <w:ind w:left="1440"/>
        <w:rPr>
          <w:rFonts w:ascii="Calibri" w:eastAsia="Times New Roman" w:hAnsi="Calibri"/>
        </w:rPr>
      </w:pPr>
    </w:p>
    <w:p w14:paraId="2AC5A16D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eastAsia="Times New Roman" w:hAnsi="Calibri" w:cs="Times New Roman"/>
          <w:color w:val="000000"/>
          <w:shd w:val="clear" w:color="auto" w:fill="FFFFFF"/>
        </w:rPr>
        <w:t>Which of the following is true in a balanced chemical reaction?</w:t>
      </w:r>
    </w:p>
    <w:p w14:paraId="7ACE95A8" w14:textId="77777777" w:rsidR="00963E96" w:rsidRPr="00EF0667" w:rsidRDefault="00963E96" w:rsidP="00EF0667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Atoms are conserved.</w:t>
      </w:r>
    </w:p>
    <w:p w14:paraId="62503DAC" w14:textId="77777777" w:rsidR="00963E96" w:rsidRPr="00EF0667" w:rsidRDefault="00963E96" w:rsidP="00EF0667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Mass is conserved.</w:t>
      </w:r>
    </w:p>
    <w:p w14:paraId="3B5AE233" w14:textId="77777777" w:rsidR="00963E96" w:rsidRPr="00EF0667" w:rsidRDefault="00963E96" w:rsidP="00EF0667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A and B are both correct.</w:t>
      </w:r>
    </w:p>
    <w:p w14:paraId="28A49BE4" w14:textId="77777777" w:rsidR="00EF0667" w:rsidRPr="00EF0667" w:rsidRDefault="00EF0667" w:rsidP="00EF0667">
      <w:pPr>
        <w:pStyle w:val="ListParagraph"/>
        <w:spacing w:line="276" w:lineRule="auto"/>
        <w:ind w:left="1440"/>
        <w:rPr>
          <w:rFonts w:ascii="Calibri" w:eastAsia="Times New Roman" w:hAnsi="Calibri"/>
        </w:rPr>
      </w:pPr>
    </w:p>
    <w:p w14:paraId="4DFD39BE" w14:textId="77777777" w:rsidR="00963E96" w:rsidRPr="00EF0667" w:rsidRDefault="00963E96" w:rsidP="00EF0667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Which statement explains the law of conservation of matter?</w:t>
      </w:r>
    </w:p>
    <w:p w14:paraId="069D058B" w14:textId="77777777" w:rsidR="00963E96" w:rsidRPr="00EF0667" w:rsidRDefault="00963E96" w:rsidP="00EF0667">
      <w:pPr>
        <w:pStyle w:val="ListParagraph"/>
        <w:numPr>
          <w:ilvl w:val="0"/>
          <w:numId w:val="7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In a chemical reaction, matter can only be destroyed</w:t>
      </w:r>
    </w:p>
    <w:p w14:paraId="50EA5EF7" w14:textId="77777777" w:rsidR="00963E96" w:rsidRPr="00EF0667" w:rsidRDefault="00963E96" w:rsidP="00EF0667">
      <w:pPr>
        <w:pStyle w:val="ListParagraph"/>
        <w:numPr>
          <w:ilvl w:val="0"/>
          <w:numId w:val="7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Matter can neither be created nor destroyed in a chemical reaction</w:t>
      </w:r>
    </w:p>
    <w:p w14:paraId="4A4A0FC8" w14:textId="77777777" w:rsidR="00963E96" w:rsidRPr="00EF0667" w:rsidRDefault="00963E96" w:rsidP="00EF0667">
      <w:pPr>
        <w:pStyle w:val="ListParagraph"/>
        <w:numPr>
          <w:ilvl w:val="0"/>
          <w:numId w:val="7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In a chemical reaction, matter can only be created</w:t>
      </w:r>
    </w:p>
    <w:p w14:paraId="164C54A2" w14:textId="77777777" w:rsidR="00963E96" w:rsidRPr="00EF0667" w:rsidRDefault="00963E96" w:rsidP="00EF0667">
      <w:pPr>
        <w:pStyle w:val="ListParagraph"/>
        <w:numPr>
          <w:ilvl w:val="0"/>
          <w:numId w:val="7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Matter can be created or destroyed in a chemical reaction</w:t>
      </w:r>
    </w:p>
    <w:p w14:paraId="095790B0" w14:textId="77777777" w:rsidR="00EF0667" w:rsidRPr="00EF0667" w:rsidRDefault="00EF0667" w:rsidP="00EF0667">
      <w:pPr>
        <w:pStyle w:val="ListParagraph"/>
        <w:spacing w:line="276" w:lineRule="auto"/>
        <w:ind w:left="1440"/>
        <w:rPr>
          <w:rFonts w:ascii="Calibri" w:eastAsia="Times New Roman" w:hAnsi="Calibri"/>
        </w:rPr>
      </w:pPr>
    </w:p>
    <w:p w14:paraId="7F566E80" w14:textId="77777777" w:rsidR="00EF0667" w:rsidRPr="00EF0667" w:rsidRDefault="00EF0667" w:rsidP="00EF0667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The substances to the left of the arrow in a chemical reaction are called</w:t>
      </w:r>
    </w:p>
    <w:p w14:paraId="31DA180A" w14:textId="77777777" w:rsidR="00EF0667" w:rsidRPr="00EF0667" w:rsidRDefault="00EF0667" w:rsidP="00EF0667">
      <w:pPr>
        <w:pStyle w:val="ListParagraph"/>
        <w:numPr>
          <w:ilvl w:val="0"/>
          <w:numId w:val="8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Products</w:t>
      </w:r>
    </w:p>
    <w:p w14:paraId="16D91512" w14:textId="77777777" w:rsidR="00EF0667" w:rsidRPr="00EF0667" w:rsidRDefault="00EF0667" w:rsidP="00EF0667">
      <w:pPr>
        <w:pStyle w:val="ListParagraph"/>
        <w:numPr>
          <w:ilvl w:val="0"/>
          <w:numId w:val="8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Subscripts</w:t>
      </w:r>
    </w:p>
    <w:p w14:paraId="210A1A6C" w14:textId="77777777" w:rsidR="00EF0667" w:rsidRPr="00EF0667" w:rsidRDefault="00EF0667" w:rsidP="00EF0667">
      <w:pPr>
        <w:pStyle w:val="ListParagraph"/>
        <w:numPr>
          <w:ilvl w:val="0"/>
          <w:numId w:val="8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Coefficients</w:t>
      </w:r>
    </w:p>
    <w:p w14:paraId="1BA474A2" w14:textId="77777777" w:rsidR="00EF0667" w:rsidRPr="00EF0667" w:rsidRDefault="00EF0667" w:rsidP="00EF0667">
      <w:pPr>
        <w:pStyle w:val="ListParagraph"/>
        <w:numPr>
          <w:ilvl w:val="0"/>
          <w:numId w:val="8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Reactants</w:t>
      </w:r>
    </w:p>
    <w:p w14:paraId="0F1B24B3" w14:textId="77777777" w:rsidR="00EF0667" w:rsidRPr="00EF0667" w:rsidRDefault="00EF0667" w:rsidP="00EF0667">
      <w:pPr>
        <w:pStyle w:val="ListParagraph"/>
        <w:spacing w:line="276" w:lineRule="auto"/>
        <w:ind w:left="1440"/>
        <w:rPr>
          <w:rFonts w:ascii="Calibri" w:eastAsia="Times New Roman" w:hAnsi="Calibri"/>
        </w:rPr>
      </w:pPr>
    </w:p>
    <w:p w14:paraId="1F5BA332" w14:textId="77777777" w:rsidR="00EF0667" w:rsidRPr="00EF0667" w:rsidRDefault="00EF0667" w:rsidP="00EF0667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What type of reaction releases energy in the form of heat?</w:t>
      </w:r>
    </w:p>
    <w:p w14:paraId="19908989" w14:textId="77777777" w:rsidR="00EF0667" w:rsidRPr="00EF0667" w:rsidRDefault="00EF0667" w:rsidP="00EF0667">
      <w:pPr>
        <w:pStyle w:val="ListParagraph"/>
        <w:numPr>
          <w:ilvl w:val="0"/>
          <w:numId w:val="9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Geothermic</w:t>
      </w:r>
    </w:p>
    <w:p w14:paraId="58F9147A" w14:textId="77777777" w:rsidR="00EF0667" w:rsidRPr="00EF0667" w:rsidRDefault="00EF0667" w:rsidP="00EF0667">
      <w:pPr>
        <w:pStyle w:val="ListParagraph"/>
        <w:numPr>
          <w:ilvl w:val="0"/>
          <w:numId w:val="9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Endothermic</w:t>
      </w:r>
    </w:p>
    <w:p w14:paraId="66935FA3" w14:textId="77777777" w:rsidR="00EF0667" w:rsidRPr="00EF0667" w:rsidRDefault="00EF0667" w:rsidP="00EF0667">
      <w:pPr>
        <w:pStyle w:val="ListParagraph"/>
        <w:numPr>
          <w:ilvl w:val="0"/>
          <w:numId w:val="9"/>
        </w:numPr>
        <w:spacing w:line="276" w:lineRule="auto"/>
        <w:rPr>
          <w:rFonts w:ascii="Calibri" w:eastAsia="Times New Roman" w:hAnsi="Calibri"/>
        </w:rPr>
      </w:pPr>
      <w:proofErr w:type="spellStart"/>
      <w:r w:rsidRPr="00EF0667">
        <w:rPr>
          <w:rFonts w:ascii="Calibri" w:hAnsi="Calibri" w:cs="Times New Roman"/>
          <w:color w:val="000000"/>
        </w:rPr>
        <w:t>Subthermic</w:t>
      </w:r>
      <w:proofErr w:type="spellEnd"/>
    </w:p>
    <w:p w14:paraId="3EC8EFD1" w14:textId="77777777" w:rsidR="00963E96" w:rsidRPr="00EF0667" w:rsidRDefault="00EF0667" w:rsidP="00EF0667">
      <w:pPr>
        <w:pStyle w:val="ListParagraph"/>
        <w:numPr>
          <w:ilvl w:val="0"/>
          <w:numId w:val="9"/>
        </w:numPr>
        <w:spacing w:line="276" w:lineRule="auto"/>
        <w:rPr>
          <w:rFonts w:ascii="Calibri" w:eastAsia="Times New Roman" w:hAnsi="Calibri"/>
        </w:rPr>
      </w:pPr>
      <w:r w:rsidRPr="00EF0667">
        <w:rPr>
          <w:rFonts w:ascii="Calibri" w:hAnsi="Calibri" w:cs="Times New Roman"/>
          <w:color w:val="000000"/>
        </w:rPr>
        <w:t>Exothermic</w:t>
      </w:r>
      <w:r w:rsidR="00963E96" w:rsidRPr="00EF0667">
        <w:rPr>
          <w:rFonts w:ascii="Calibri" w:hAnsi="Calibri" w:cs="Times New Roman"/>
          <w:color w:val="000000"/>
        </w:rPr>
        <w:t xml:space="preserve"> </w:t>
      </w:r>
    </w:p>
    <w:p w14:paraId="3DA50B94" w14:textId="1F7D69C9" w:rsidR="00963E96" w:rsidRPr="009374F3" w:rsidRDefault="00963E96" w:rsidP="00EF0667">
      <w:pPr>
        <w:spacing w:line="276" w:lineRule="auto"/>
        <w:rPr>
          <w:rFonts w:ascii="Calibri" w:hAnsi="Calibri"/>
          <w:b/>
          <w:sz w:val="28"/>
          <w:u w:val="single"/>
        </w:rPr>
      </w:pPr>
      <w:r w:rsidRPr="009374F3">
        <w:rPr>
          <w:rFonts w:ascii="Calibri" w:hAnsi="Calibri"/>
          <w:b/>
          <w:sz w:val="28"/>
          <w:u w:val="single"/>
        </w:rPr>
        <w:lastRenderedPageBreak/>
        <w:t xml:space="preserve">Part 3: </w:t>
      </w:r>
      <w:r w:rsidR="009374F3">
        <w:rPr>
          <w:rFonts w:ascii="Calibri" w:hAnsi="Calibri"/>
          <w:b/>
          <w:sz w:val="28"/>
          <w:u w:val="single"/>
        </w:rPr>
        <w:t>Identifying and Balancing Chemical</w:t>
      </w:r>
      <w:r w:rsidRPr="009374F3">
        <w:rPr>
          <w:rFonts w:ascii="Calibri" w:hAnsi="Calibri"/>
          <w:b/>
          <w:sz w:val="28"/>
          <w:u w:val="single"/>
        </w:rPr>
        <w:t xml:space="preserve"> Equations.</w:t>
      </w:r>
    </w:p>
    <w:p w14:paraId="6F212622" w14:textId="77777777" w:rsidR="009374F3" w:rsidRDefault="009374F3" w:rsidP="009374F3">
      <w:pPr>
        <w:spacing w:line="276" w:lineRule="auto"/>
        <w:rPr>
          <w:rFonts w:ascii="Calibri" w:hAnsi="Calibri"/>
        </w:rPr>
      </w:pPr>
      <w:r w:rsidRPr="009374F3">
        <w:rPr>
          <w:rFonts w:ascii="Calibri" w:hAnsi="Calibri"/>
        </w:rPr>
        <w:t>For each of the following equations, balance the equation, identify the type of reaction (S, D, SR, DR, C), and identify the reactants and products.</w:t>
      </w:r>
    </w:p>
    <w:p w14:paraId="3033BA33" w14:textId="77777777" w:rsidR="009374F3" w:rsidRDefault="009374F3" w:rsidP="009374F3">
      <w:pPr>
        <w:spacing w:line="276" w:lineRule="auto"/>
        <w:rPr>
          <w:rFonts w:ascii="Calibri" w:hAnsi="Calibri"/>
        </w:rPr>
      </w:pPr>
    </w:p>
    <w:p w14:paraId="4BCEC22E" w14:textId="77777777" w:rsidR="009374F3" w:rsidRPr="009374F3" w:rsidRDefault="009374F3" w:rsidP="009374F3">
      <w:pPr>
        <w:pStyle w:val="ListParagraph"/>
        <w:numPr>
          <w:ilvl w:val="0"/>
          <w:numId w:val="2"/>
        </w:numPr>
        <w:rPr>
          <w:rFonts w:ascii="Calibri" w:hAnsi="Calibri"/>
          <w:vertAlign w:val="subscript"/>
        </w:rPr>
      </w:pPr>
      <w:r w:rsidRPr="009374F3">
        <w:rPr>
          <w:rFonts w:ascii="Calibri" w:hAnsi="Calibri"/>
        </w:rPr>
        <w:t>_______H</w:t>
      </w:r>
      <w:r w:rsidRPr="009374F3">
        <w:rPr>
          <w:rFonts w:ascii="Calibri" w:hAnsi="Calibri"/>
          <w:vertAlign w:val="subscript"/>
        </w:rPr>
        <w:t>2</w:t>
      </w:r>
      <w:r w:rsidRPr="009374F3">
        <w:rPr>
          <w:rFonts w:ascii="Calibri" w:hAnsi="Calibri"/>
        </w:rPr>
        <w:tab/>
        <w:t>+</w:t>
      </w:r>
      <w:r w:rsidRPr="009374F3">
        <w:rPr>
          <w:rFonts w:ascii="Calibri" w:hAnsi="Calibri"/>
        </w:rPr>
        <w:tab/>
        <w:t>_______P</w:t>
      </w:r>
      <w:r w:rsidRPr="009374F3">
        <w:rPr>
          <w:rFonts w:ascii="Calibri" w:hAnsi="Calibri"/>
        </w:rPr>
        <w:tab/>
      </w:r>
      <w:r w:rsidRPr="00177C8C">
        <w:sym w:font="Wingdings" w:char="F0E0"/>
      </w:r>
      <w:r w:rsidRPr="009374F3">
        <w:rPr>
          <w:rFonts w:ascii="Calibri" w:hAnsi="Calibri"/>
        </w:rPr>
        <w:tab/>
        <w:t>_______PH</w:t>
      </w:r>
      <w:r w:rsidRPr="009374F3">
        <w:rPr>
          <w:rFonts w:ascii="Calibri" w:hAnsi="Calibri"/>
          <w:vertAlign w:val="subscript"/>
        </w:rPr>
        <w:t>3</w:t>
      </w:r>
    </w:p>
    <w:tbl>
      <w:tblPr>
        <w:tblW w:w="0" w:type="auto"/>
        <w:tblInd w:w="720" w:type="dxa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90"/>
        <w:gridCol w:w="4320"/>
      </w:tblGrid>
      <w:tr w:rsidR="009374F3" w:rsidRPr="009A6B52" w14:paraId="414E9786" w14:textId="77777777" w:rsidTr="009374F3">
        <w:trPr>
          <w:trHeight w:val="1134"/>
        </w:trPr>
        <w:tc>
          <w:tcPr>
            <w:tcW w:w="3690" w:type="dxa"/>
          </w:tcPr>
          <w:p w14:paraId="55FC3028" w14:textId="77777777" w:rsidR="009374F3" w:rsidRDefault="009374F3" w:rsidP="00E8539F">
            <w:pPr>
              <w:rPr>
                <w:rFonts w:ascii="Calibri" w:hAnsi="Calibri"/>
              </w:rPr>
            </w:pPr>
          </w:p>
          <w:p w14:paraId="46D05961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H:</w:t>
            </w:r>
          </w:p>
          <w:p w14:paraId="4201B8D4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571C67A5" w14:textId="77777777" w:rsidR="009374F3" w:rsidRPr="009A6B52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P:</w:t>
            </w:r>
          </w:p>
        </w:tc>
        <w:tc>
          <w:tcPr>
            <w:tcW w:w="4320" w:type="dxa"/>
          </w:tcPr>
          <w:p w14:paraId="77C0FB7B" w14:textId="77777777" w:rsidR="009374F3" w:rsidRDefault="009374F3" w:rsidP="00E8539F">
            <w:pPr>
              <w:rPr>
                <w:rFonts w:ascii="Calibri" w:hAnsi="Calibri"/>
              </w:rPr>
            </w:pPr>
          </w:p>
          <w:p w14:paraId="417C9605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H:</w:t>
            </w:r>
          </w:p>
          <w:p w14:paraId="63940CDD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41BE6C54" w14:textId="77777777" w:rsidR="009374F3" w:rsidRPr="009A6B52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P:</w:t>
            </w:r>
          </w:p>
        </w:tc>
      </w:tr>
    </w:tbl>
    <w:p w14:paraId="32F82363" w14:textId="77777777" w:rsidR="009374F3" w:rsidRDefault="009374F3" w:rsidP="009374F3">
      <w:pPr>
        <w:pStyle w:val="ListParagraph"/>
        <w:rPr>
          <w:rFonts w:ascii="Calibri" w:hAnsi="Calibri"/>
        </w:rPr>
      </w:pP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3"/>
        <w:gridCol w:w="3073"/>
        <w:gridCol w:w="3074"/>
      </w:tblGrid>
      <w:tr w:rsidR="009374F3" w:rsidRPr="00697068" w14:paraId="0D96B057" w14:textId="77777777" w:rsidTr="009374F3">
        <w:tc>
          <w:tcPr>
            <w:tcW w:w="1953" w:type="dxa"/>
          </w:tcPr>
          <w:p w14:paraId="2B125967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Type of Reaction</w:t>
            </w:r>
          </w:p>
        </w:tc>
        <w:tc>
          <w:tcPr>
            <w:tcW w:w="3073" w:type="dxa"/>
          </w:tcPr>
          <w:p w14:paraId="79FC85D4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Reactants</w:t>
            </w:r>
          </w:p>
        </w:tc>
        <w:tc>
          <w:tcPr>
            <w:tcW w:w="3074" w:type="dxa"/>
          </w:tcPr>
          <w:p w14:paraId="67A705CE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Products</w:t>
            </w:r>
          </w:p>
        </w:tc>
      </w:tr>
      <w:tr w:rsidR="009374F3" w:rsidRPr="00697068" w14:paraId="3124D1F6" w14:textId="77777777" w:rsidTr="009374F3">
        <w:tc>
          <w:tcPr>
            <w:tcW w:w="1953" w:type="dxa"/>
          </w:tcPr>
          <w:p w14:paraId="68F7C0C9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73" w:type="dxa"/>
          </w:tcPr>
          <w:p w14:paraId="03ABCE4B" w14:textId="77777777" w:rsidR="009374F3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  <w:p w14:paraId="69F16A56" w14:textId="77777777" w:rsidR="009374F3" w:rsidRPr="00697068" w:rsidRDefault="009374F3" w:rsidP="00E8539F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3074" w:type="dxa"/>
          </w:tcPr>
          <w:p w14:paraId="6D8951F6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  <w:p w14:paraId="481A39B6" w14:textId="77777777" w:rsidR="009374F3" w:rsidRPr="00697068" w:rsidRDefault="009374F3" w:rsidP="00E8539F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14:paraId="6185F989" w14:textId="77777777" w:rsidR="009374F3" w:rsidRPr="009374F3" w:rsidRDefault="009374F3" w:rsidP="009374F3">
      <w:pPr>
        <w:rPr>
          <w:rFonts w:ascii="Calibri" w:hAnsi="Calibri"/>
        </w:rPr>
      </w:pPr>
    </w:p>
    <w:p w14:paraId="6BC2E78A" w14:textId="77777777" w:rsidR="009374F3" w:rsidRDefault="009374F3" w:rsidP="009374F3">
      <w:pPr>
        <w:pStyle w:val="ListParagraph"/>
        <w:rPr>
          <w:rFonts w:ascii="Calibri" w:hAnsi="Calibri"/>
        </w:rPr>
      </w:pPr>
    </w:p>
    <w:p w14:paraId="6F51956A" w14:textId="77777777" w:rsidR="009374F3" w:rsidRPr="009374F3" w:rsidRDefault="009374F3" w:rsidP="009374F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9374F3">
        <w:rPr>
          <w:rFonts w:ascii="Calibri" w:hAnsi="Calibri"/>
        </w:rPr>
        <w:t>_______Ti</w:t>
      </w:r>
      <w:r w:rsidRPr="009374F3">
        <w:rPr>
          <w:rFonts w:ascii="Calibri" w:hAnsi="Calibri"/>
          <w:vertAlign w:val="subscript"/>
        </w:rPr>
        <w:t>2</w:t>
      </w:r>
      <w:r w:rsidRPr="009374F3">
        <w:rPr>
          <w:rFonts w:ascii="Calibri" w:hAnsi="Calibri"/>
        </w:rPr>
        <w:t>O</w:t>
      </w:r>
      <w:r w:rsidRPr="009374F3">
        <w:rPr>
          <w:rFonts w:ascii="Calibri" w:hAnsi="Calibri"/>
          <w:vertAlign w:val="subscript"/>
        </w:rPr>
        <w:t>3</w:t>
      </w:r>
      <w:r w:rsidRPr="009374F3">
        <w:rPr>
          <w:rFonts w:ascii="Calibri" w:hAnsi="Calibri"/>
        </w:rPr>
        <w:tab/>
        <w:t>+</w:t>
      </w:r>
      <w:r w:rsidRPr="009374F3">
        <w:rPr>
          <w:rFonts w:ascii="Calibri" w:hAnsi="Calibri"/>
        </w:rPr>
        <w:tab/>
        <w:t>_______C</w:t>
      </w:r>
      <w:r w:rsidRPr="009374F3">
        <w:rPr>
          <w:rFonts w:ascii="Calibri" w:hAnsi="Calibri"/>
        </w:rPr>
        <w:tab/>
      </w:r>
      <w:r w:rsidRPr="009C2469">
        <w:sym w:font="Wingdings" w:char="F0E0"/>
      </w:r>
      <w:r w:rsidRPr="009374F3">
        <w:rPr>
          <w:rFonts w:ascii="Calibri" w:hAnsi="Calibri"/>
        </w:rPr>
        <w:tab/>
        <w:t>_______</w:t>
      </w:r>
      <w:proofErr w:type="spellStart"/>
      <w:r w:rsidRPr="009374F3">
        <w:rPr>
          <w:rFonts w:ascii="Calibri" w:hAnsi="Calibri"/>
        </w:rPr>
        <w:t>Ti</w:t>
      </w:r>
      <w:proofErr w:type="spellEnd"/>
      <w:r w:rsidRPr="009374F3">
        <w:rPr>
          <w:rFonts w:ascii="Calibri" w:hAnsi="Calibri"/>
        </w:rPr>
        <w:tab/>
        <w:t xml:space="preserve">+ </w:t>
      </w:r>
      <w:r w:rsidRPr="009374F3">
        <w:rPr>
          <w:rFonts w:ascii="Calibri" w:hAnsi="Calibri"/>
        </w:rPr>
        <w:tab/>
        <w:t>_______CO</w:t>
      </w:r>
      <w:r w:rsidRPr="009374F3">
        <w:rPr>
          <w:rFonts w:ascii="Calibri" w:hAnsi="Calibri"/>
          <w:vertAlign w:val="subscript"/>
        </w:rPr>
        <w:t>2</w:t>
      </w:r>
    </w:p>
    <w:tbl>
      <w:tblPr>
        <w:tblW w:w="0" w:type="auto"/>
        <w:tblInd w:w="720" w:type="dxa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90"/>
        <w:gridCol w:w="4320"/>
      </w:tblGrid>
      <w:tr w:rsidR="009374F3" w:rsidRPr="009A6B52" w14:paraId="3F4B958A" w14:textId="77777777" w:rsidTr="00E8539F">
        <w:tc>
          <w:tcPr>
            <w:tcW w:w="3690" w:type="dxa"/>
          </w:tcPr>
          <w:p w14:paraId="27DDF866" w14:textId="77777777" w:rsidR="009374F3" w:rsidRDefault="009374F3" w:rsidP="00E8539F">
            <w:pPr>
              <w:rPr>
                <w:rFonts w:ascii="Calibri" w:hAnsi="Calibri"/>
              </w:rPr>
            </w:pPr>
          </w:p>
          <w:p w14:paraId="098F2252" w14:textId="77777777" w:rsidR="009374F3" w:rsidRDefault="009374F3" w:rsidP="00E8539F">
            <w:pPr>
              <w:rPr>
                <w:rFonts w:ascii="Calibri" w:hAnsi="Calibri"/>
              </w:rPr>
            </w:pPr>
            <w:proofErr w:type="spellStart"/>
            <w:r w:rsidRPr="009A6B52">
              <w:rPr>
                <w:rFonts w:ascii="Calibri" w:hAnsi="Calibri"/>
              </w:rPr>
              <w:t>Ti</w:t>
            </w:r>
            <w:proofErr w:type="spellEnd"/>
            <w:r w:rsidRPr="009A6B52">
              <w:rPr>
                <w:rFonts w:ascii="Calibri" w:hAnsi="Calibri"/>
              </w:rPr>
              <w:t>:</w:t>
            </w:r>
          </w:p>
          <w:p w14:paraId="53245F48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35682F8A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O:</w:t>
            </w:r>
          </w:p>
          <w:p w14:paraId="78F48790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580195A0" w14:textId="77777777" w:rsidR="009374F3" w:rsidRPr="009A6B52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C:</w:t>
            </w:r>
          </w:p>
        </w:tc>
        <w:tc>
          <w:tcPr>
            <w:tcW w:w="4320" w:type="dxa"/>
          </w:tcPr>
          <w:p w14:paraId="4FD5EDC5" w14:textId="77777777" w:rsidR="009374F3" w:rsidRDefault="009374F3" w:rsidP="00E8539F">
            <w:pPr>
              <w:rPr>
                <w:rFonts w:ascii="Calibri" w:hAnsi="Calibri"/>
              </w:rPr>
            </w:pPr>
          </w:p>
          <w:p w14:paraId="5D0F85D1" w14:textId="77777777" w:rsidR="009374F3" w:rsidRDefault="009374F3" w:rsidP="00E8539F">
            <w:pPr>
              <w:rPr>
                <w:rFonts w:ascii="Calibri" w:hAnsi="Calibri"/>
              </w:rPr>
            </w:pPr>
            <w:proofErr w:type="spellStart"/>
            <w:r w:rsidRPr="009A6B52">
              <w:rPr>
                <w:rFonts w:ascii="Calibri" w:hAnsi="Calibri"/>
              </w:rPr>
              <w:t>Ti</w:t>
            </w:r>
            <w:proofErr w:type="spellEnd"/>
            <w:r w:rsidRPr="009A6B52">
              <w:rPr>
                <w:rFonts w:ascii="Calibri" w:hAnsi="Calibri"/>
              </w:rPr>
              <w:t>:</w:t>
            </w:r>
          </w:p>
          <w:p w14:paraId="378D884E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4BB2E8F5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O:</w:t>
            </w:r>
          </w:p>
          <w:p w14:paraId="299FE9EE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76DE0AA7" w14:textId="77777777" w:rsidR="009374F3" w:rsidRPr="009A6B52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C:</w:t>
            </w:r>
          </w:p>
        </w:tc>
      </w:tr>
    </w:tbl>
    <w:p w14:paraId="1AA64449" w14:textId="77777777" w:rsidR="009374F3" w:rsidRDefault="009374F3" w:rsidP="009374F3">
      <w:pPr>
        <w:pStyle w:val="ListParagraph"/>
        <w:rPr>
          <w:rFonts w:ascii="Calibri" w:hAnsi="Calibri"/>
        </w:rPr>
      </w:pP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3"/>
        <w:gridCol w:w="3073"/>
        <w:gridCol w:w="3074"/>
      </w:tblGrid>
      <w:tr w:rsidR="009374F3" w:rsidRPr="00697068" w14:paraId="1B7341DC" w14:textId="77777777" w:rsidTr="00E8539F">
        <w:tc>
          <w:tcPr>
            <w:tcW w:w="1953" w:type="dxa"/>
          </w:tcPr>
          <w:p w14:paraId="7C12137D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Type of Reaction</w:t>
            </w:r>
          </w:p>
        </w:tc>
        <w:tc>
          <w:tcPr>
            <w:tcW w:w="3073" w:type="dxa"/>
          </w:tcPr>
          <w:p w14:paraId="5C82A0AA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Reactants</w:t>
            </w:r>
          </w:p>
        </w:tc>
        <w:tc>
          <w:tcPr>
            <w:tcW w:w="3074" w:type="dxa"/>
          </w:tcPr>
          <w:p w14:paraId="1A5A7626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Products</w:t>
            </w:r>
          </w:p>
        </w:tc>
      </w:tr>
      <w:tr w:rsidR="009374F3" w:rsidRPr="00697068" w14:paraId="329CEE59" w14:textId="77777777" w:rsidTr="00E8539F">
        <w:tc>
          <w:tcPr>
            <w:tcW w:w="1953" w:type="dxa"/>
          </w:tcPr>
          <w:p w14:paraId="2FB25549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73" w:type="dxa"/>
          </w:tcPr>
          <w:p w14:paraId="677EAC7B" w14:textId="77777777" w:rsidR="009374F3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  <w:p w14:paraId="01ABD828" w14:textId="77777777" w:rsidR="009374F3" w:rsidRPr="00697068" w:rsidRDefault="009374F3" w:rsidP="00E8539F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3074" w:type="dxa"/>
          </w:tcPr>
          <w:p w14:paraId="38903878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  <w:p w14:paraId="0FD32772" w14:textId="77777777" w:rsidR="009374F3" w:rsidRPr="00697068" w:rsidRDefault="009374F3" w:rsidP="00E8539F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14:paraId="77966062" w14:textId="77777777" w:rsidR="009374F3" w:rsidRDefault="009374F3" w:rsidP="009374F3">
      <w:pPr>
        <w:pStyle w:val="ListParagraph"/>
        <w:rPr>
          <w:rFonts w:ascii="Calibri" w:hAnsi="Calibri"/>
        </w:rPr>
      </w:pPr>
    </w:p>
    <w:p w14:paraId="1AE63AFF" w14:textId="77777777" w:rsidR="009374F3" w:rsidRPr="009374F3" w:rsidRDefault="009374F3" w:rsidP="009374F3">
      <w:pPr>
        <w:rPr>
          <w:rFonts w:ascii="Calibri" w:hAnsi="Calibri"/>
        </w:rPr>
      </w:pPr>
    </w:p>
    <w:p w14:paraId="50A3EC61" w14:textId="77777777" w:rsidR="009374F3" w:rsidRPr="009374F3" w:rsidRDefault="009374F3" w:rsidP="009374F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9374F3">
        <w:rPr>
          <w:rFonts w:ascii="Calibri" w:hAnsi="Calibri"/>
        </w:rPr>
        <w:t>_______Na</w:t>
      </w:r>
      <w:r w:rsidRPr="009374F3">
        <w:rPr>
          <w:rFonts w:ascii="Calibri" w:hAnsi="Calibri"/>
          <w:vertAlign w:val="subscript"/>
        </w:rPr>
        <w:t>2</w:t>
      </w:r>
      <w:r w:rsidRPr="009374F3">
        <w:rPr>
          <w:rFonts w:ascii="Calibri" w:hAnsi="Calibri"/>
        </w:rPr>
        <w:t>SO</w:t>
      </w:r>
      <w:r w:rsidRPr="009374F3">
        <w:rPr>
          <w:rFonts w:ascii="Calibri" w:hAnsi="Calibri"/>
          <w:vertAlign w:val="subscript"/>
        </w:rPr>
        <w:t>4</w:t>
      </w:r>
      <w:r w:rsidRPr="009374F3">
        <w:rPr>
          <w:rFonts w:ascii="Calibri" w:hAnsi="Calibri"/>
        </w:rPr>
        <w:tab/>
        <w:t>+</w:t>
      </w:r>
      <w:r w:rsidRPr="009374F3">
        <w:rPr>
          <w:rFonts w:ascii="Calibri" w:hAnsi="Calibri"/>
        </w:rPr>
        <w:tab/>
        <w:t>_______CaCl</w:t>
      </w:r>
      <w:r w:rsidRPr="009374F3">
        <w:rPr>
          <w:rFonts w:ascii="Calibri" w:hAnsi="Calibri"/>
          <w:vertAlign w:val="subscript"/>
        </w:rPr>
        <w:t>2</w:t>
      </w:r>
      <w:r w:rsidRPr="009374F3">
        <w:rPr>
          <w:rFonts w:ascii="Calibri" w:hAnsi="Calibri"/>
        </w:rPr>
        <w:tab/>
      </w:r>
      <w:r w:rsidRPr="009C2469">
        <w:sym w:font="Wingdings" w:char="F0E0"/>
      </w:r>
      <w:r w:rsidRPr="009374F3">
        <w:rPr>
          <w:rFonts w:ascii="Calibri" w:hAnsi="Calibri"/>
        </w:rPr>
        <w:tab/>
        <w:t>_______CaSO</w:t>
      </w:r>
      <w:r w:rsidRPr="009374F3">
        <w:rPr>
          <w:rFonts w:ascii="Calibri" w:hAnsi="Calibri"/>
          <w:vertAlign w:val="subscript"/>
        </w:rPr>
        <w:t>4</w:t>
      </w:r>
      <w:r w:rsidRPr="009374F3">
        <w:rPr>
          <w:rFonts w:ascii="Calibri" w:hAnsi="Calibri"/>
        </w:rPr>
        <w:tab/>
        <w:t xml:space="preserve">+ </w:t>
      </w:r>
      <w:r w:rsidRPr="009374F3">
        <w:rPr>
          <w:rFonts w:ascii="Calibri" w:hAnsi="Calibri"/>
        </w:rPr>
        <w:tab/>
        <w:t>_______</w:t>
      </w:r>
      <w:proofErr w:type="spellStart"/>
      <w:r w:rsidRPr="009374F3">
        <w:rPr>
          <w:rFonts w:ascii="Calibri" w:hAnsi="Calibri"/>
        </w:rPr>
        <w:t>NaCl</w:t>
      </w:r>
      <w:proofErr w:type="spellEnd"/>
    </w:p>
    <w:tbl>
      <w:tblPr>
        <w:tblW w:w="0" w:type="auto"/>
        <w:tblInd w:w="720" w:type="dxa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  <w:gridCol w:w="3510"/>
      </w:tblGrid>
      <w:tr w:rsidR="009374F3" w:rsidRPr="009A6B52" w14:paraId="00998CB4" w14:textId="77777777" w:rsidTr="00E8539F">
        <w:tc>
          <w:tcPr>
            <w:tcW w:w="4500" w:type="dxa"/>
          </w:tcPr>
          <w:p w14:paraId="3BB02D77" w14:textId="77777777" w:rsidR="009374F3" w:rsidRDefault="009374F3" w:rsidP="00E8539F">
            <w:pPr>
              <w:rPr>
                <w:rFonts w:ascii="Calibri" w:hAnsi="Calibri"/>
              </w:rPr>
            </w:pPr>
          </w:p>
          <w:p w14:paraId="70CCFB1B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Na:</w:t>
            </w:r>
          </w:p>
          <w:p w14:paraId="02CA2297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1F9D9E00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SO</w:t>
            </w:r>
            <w:r w:rsidRPr="009A6B52">
              <w:rPr>
                <w:rFonts w:ascii="Calibri" w:hAnsi="Calibri"/>
                <w:vertAlign w:val="subscript"/>
              </w:rPr>
              <w:t>4</w:t>
            </w:r>
            <w:r w:rsidRPr="009A6B52">
              <w:rPr>
                <w:rFonts w:ascii="Calibri" w:hAnsi="Calibri"/>
              </w:rPr>
              <w:t>:</w:t>
            </w:r>
          </w:p>
          <w:p w14:paraId="7CC320BE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64CC1973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Ca:</w:t>
            </w:r>
          </w:p>
          <w:p w14:paraId="04F93782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67D32AD3" w14:textId="77777777" w:rsidR="009374F3" w:rsidRPr="009A6B52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Cl:</w:t>
            </w:r>
          </w:p>
        </w:tc>
        <w:tc>
          <w:tcPr>
            <w:tcW w:w="3510" w:type="dxa"/>
          </w:tcPr>
          <w:p w14:paraId="2B1ECE20" w14:textId="77777777" w:rsidR="009374F3" w:rsidRDefault="009374F3" w:rsidP="00E8539F">
            <w:pPr>
              <w:rPr>
                <w:rFonts w:ascii="Calibri" w:hAnsi="Calibri"/>
              </w:rPr>
            </w:pPr>
          </w:p>
          <w:p w14:paraId="57D66390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Na:</w:t>
            </w:r>
          </w:p>
          <w:p w14:paraId="56B65F28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2D6D6530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SO</w:t>
            </w:r>
            <w:r w:rsidRPr="009A6B52">
              <w:rPr>
                <w:rFonts w:ascii="Calibri" w:hAnsi="Calibri"/>
                <w:vertAlign w:val="subscript"/>
              </w:rPr>
              <w:t>4</w:t>
            </w:r>
            <w:r w:rsidRPr="009A6B52">
              <w:rPr>
                <w:rFonts w:ascii="Calibri" w:hAnsi="Calibri"/>
              </w:rPr>
              <w:t>:</w:t>
            </w:r>
          </w:p>
          <w:p w14:paraId="58CFAC3E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320F9D24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Ca:</w:t>
            </w:r>
          </w:p>
          <w:p w14:paraId="1C0C4705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1E0D5599" w14:textId="77777777" w:rsidR="009374F3" w:rsidRPr="009A6B52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Cl:</w:t>
            </w:r>
          </w:p>
        </w:tc>
      </w:tr>
    </w:tbl>
    <w:p w14:paraId="0D720209" w14:textId="77777777" w:rsidR="009374F3" w:rsidRDefault="009374F3" w:rsidP="009374F3">
      <w:pPr>
        <w:pStyle w:val="ListParagraph"/>
        <w:rPr>
          <w:rFonts w:ascii="Calibri" w:hAnsi="Calibri"/>
        </w:rPr>
      </w:pP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3"/>
        <w:gridCol w:w="3073"/>
        <w:gridCol w:w="3074"/>
      </w:tblGrid>
      <w:tr w:rsidR="009374F3" w:rsidRPr="00697068" w14:paraId="7938D60A" w14:textId="77777777" w:rsidTr="00E8539F">
        <w:tc>
          <w:tcPr>
            <w:tcW w:w="1953" w:type="dxa"/>
          </w:tcPr>
          <w:p w14:paraId="51516203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Type of Reaction</w:t>
            </w:r>
          </w:p>
        </w:tc>
        <w:tc>
          <w:tcPr>
            <w:tcW w:w="3073" w:type="dxa"/>
          </w:tcPr>
          <w:p w14:paraId="3A29EEF2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Reactants</w:t>
            </w:r>
          </w:p>
        </w:tc>
        <w:tc>
          <w:tcPr>
            <w:tcW w:w="3074" w:type="dxa"/>
          </w:tcPr>
          <w:p w14:paraId="75C09C4B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Products</w:t>
            </w:r>
          </w:p>
        </w:tc>
      </w:tr>
      <w:tr w:rsidR="009374F3" w:rsidRPr="00697068" w14:paraId="2D70B3D8" w14:textId="77777777" w:rsidTr="00E8539F">
        <w:tc>
          <w:tcPr>
            <w:tcW w:w="1953" w:type="dxa"/>
          </w:tcPr>
          <w:p w14:paraId="147833F3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73" w:type="dxa"/>
          </w:tcPr>
          <w:p w14:paraId="626D9D8F" w14:textId="77777777" w:rsidR="009374F3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  <w:p w14:paraId="22425E34" w14:textId="77777777" w:rsidR="009374F3" w:rsidRPr="00697068" w:rsidRDefault="009374F3" w:rsidP="00E8539F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3074" w:type="dxa"/>
          </w:tcPr>
          <w:p w14:paraId="6724AFE7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  <w:p w14:paraId="057D27E8" w14:textId="77777777" w:rsidR="009374F3" w:rsidRPr="00697068" w:rsidRDefault="009374F3" w:rsidP="00E8539F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14:paraId="3DD29602" w14:textId="77777777" w:rsidR="009374F3" w:rsidRPr="009374F3" w:rsidRDefault="009374F3" w:rsidP="009374F3">
      <w:pPr>
        <w:rPr>
          <w:rFonts w:ascii="Calibri" w:hAnsi="Calibri"/>
        </w:rPr>
      </w:pPr>
    </w:p>
    <w:p w14:paraId="5E5F810C" w14:textId="77777777" w:rsidR="007D6D41" w:rsidRPr="007D6D41" w:rsidRDefault="007D6D41" w:rsidP="007D6D41">
      <w:pPr>
        <w:rPr>
          <w:rFonts w:ascii="Calibri" w:hAnsi="Calibri"/>
        </w:rPr>
        <w:sectPr w:rsidR="007D6D41" w:rsidRPr="007D6D41" w:rsidSect="00EF0667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683C8E73" w14:textId="65E35C79" w:rsidR="009374F3" w:rsidRPr="009374F3" w:rsidRDefault="009374F3" w:rsidP="009374F3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9374F3">
        <w:rPr>
          <w:rFonts w:ascii="Calibri" w:hAnsi="Calibri"/>
        </w:rPr>
        <w:lastRenderedPageBreak/>
        <w:t>_______ReF</w:t>
      </w:r>
      <w:r w:rsidRPr="009374F3">
        <w:rPr>
          <w:rFonts w:ascii="Calibri" w:hAnsi="Calibri"/>
          <w:vertAlign w:val="subscript"/>
        </w:rPr>
        <w:t>5</w:t>
      </w:r>
      <w:r w:rsidRPr="009374F3">
        <w:rPr>
          <w:rFonts w:ascii="Calibri" w:hAnsi="Calibri"/>
        </w:rPr>
        <w:tab/>
        <w:t>+</w:t>
      </w:r>
      <w:r w:rsidRPr="009374F3">
        <w:rPr>
          <w:rFonts w:ascii="Calibri" w:hAnsi="Calibri"/>
        </w:rPr>
        <w:tab/>
        <w:t>_______</w:t>
      </w:r>
      <w:proofErr w:type="spellStart"/>
      <w:r w:rsidRPr="009374F3">
        <w:rPr>
          <w:rFonts w:ascii="Calibri" w:hAnsi="Calibri"/>
        </w:rPr>
        <w:t>HCl</w:t>
      </w:r>
      <w:proofErr w:type="spellEnd"/>
      <w:r w:rsidRPr="009374F3">
        <w:rPr>
          <w:rFonts w:ascii="Calibri" w:hAnsi="Calibri"/>
        </w:rPr>
        <w:tab/>
      </w:r>
      <w:r w:rsidRPr="009C2469">
        <w:sym w:font="Wingdings" w:char="F0E0"/>
      </w:r>
      <w:r w:rsidRPr="009374F3">
        <w:rPr>
          <w:rFonts w:ascii="Calibri" w:hAnsi="Calibri"/>
        </w:rPr>
        <w:tab/>
        <w:t>_______Re</w:t>
      </w:r>
      <w:r w:rsidRPr="009374F3">
        <w:rPr>
          <w:rFonts w:ascii="Calibri" w:hAnsi="Calibri"/>
          <w:vertAlign w:val="subscript"/>
        </w:rPr>
        <w:t>2</w:t>
      </w:r>
      <w:r w:rsidRPr="009374F3">
        <w:rPr>
          <w:rFonts w:ascii="Calibri" w:hAnsi="Calibri"/>
        </w:rPr>
        <w:t>Cl</w:t>
      </w:r>
      <w:r w:rsidRPr="009374F3">
        <w:rPr>
          <w:rFonts w:ascii="Calibri" w:hAnsi="Calibri"/>
          <w:vertAlign w:val="subscript"/>
        </w:rPr>
        <w:t>10</w:t>
      </w:r>
      <w:r w:rsidRPr="009374F3">
        <w:rPr>
          <w:rFonts w:ascii="Calibri" w:hAnsi="Calibri"/>
        </w:rPr>
        <w:tab/>
        <w:t xml:space="preserve">+ </w:t>
      </w:r>
      <w:r w:rsidRPr="009374F3">
        <w:rPr>
          <w:rFonts w:ascii="Calibri" w:hAnsi="Calibri"/>
        </w:rPr>
        <w:tab/>
        <w:t>_______HF</w:t>
      </w:r>
    </w:p>
    <w:tbl>
      <w:tblPr>
        <w:tblW w:w="0" w:type="auto"/>
        <w:tblInd w:w="720" w:type="dxa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90"/>
        <w:gridCol w:w="4320"/>
      </w:tblGrid>
      <w:tr w:rsidR="009374F3" w:rsidRPr="009A6B52" w14:paraId="3AA2EEFD" w14:textId="77777777" w:rsidTr="00E8539F">
        <w:tc>
          <w:tcPr>
            <w:tcW w:w="3690" w:type="dxa"/>
          </w:tcPr>
          <w:p w14:paraId="7631B188" w14:textId="77777777" w:rsidR="009374F3" w:rsidRDefault="009374F3" w:rsidP="00E8539F">
            <w:pPr>
              <w:rPr>
                <w:rFonts w:ascii="Calibri" w:hAnsi="Calibri"/>
              </w:rPr>
            </w:pPr>
          </w:p>
          <w:p w14:paraId="6B74B3DA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Re:</w:t>
            </w:r>
          </w:p>
          <w:p w14:paraId="77249F5D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5302A5A6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F:</w:t>
            </w:r>
          </w:p>
          <w:p w14:paraId="2799BCAE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4FE81DDA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H:</w:t>
            </w:r>
          </w:p>
          <w:p w14:paraId="16CE0858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7922CAC4" w14:textId="77777777" w:rsidR="009374F3" w:rsidRPr="009A6B52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Cl:</w:t>
            </w:r>
          </w:p>
        </w:tc>
        <w:tc>
          <w:tcPr>
            <w:tcW w:w="4320" w:type="dxa"/>
          </w:tcPr>
          <w:p w14:paraId="46C9C740" w14:textId="77777777" w:rsidR="009374F3" w:rsidRDefault="009374F3" w:rsidP="00E8539F">
            <w:pPr>
              <w:rPr>
                <w:rFonts w:ascii="Calibri" w:hAnsi="Calibri"/>
              </w:rPr>
            </w:pPr>
          </w:p>
          <w:p w14:paraId="45EDBA71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Re:</w:t>
            </w:r>
          </w:p>
          <w:p w14:paraId="4C1652DF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0F761C57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F:</w:t>
            </w:r>
          </w:p>
          <w:p w14:paraId="4129FB97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02A59C5C" w14:textId="77777777" w:rsidR="009374F3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H:</w:t>
            </w:r>
          </w:p>
          <w:p w14:paraId="266C3A5C" w14:textId="77777777" w:rsidR="009374F3" w:rsidRPr="009A6B52" w:rsidRDefault="009374F3" w:rsidP="00E8539F">
            <w:pPr>
              <w:rPr>
                <w:rFonts w:ascii="Calibri" w:hAnsi="Calibri"/>
              </w:rPr>
            </w:pPr>
          </w:p>
          <w:p w14:paraId="21079319" w14:textId="77777777" w:rsidR="009374F3" w:rsidRPr="009A6B52" w:rsidRDefault="009374F3" w:rsidP="00E8539F">
            <w:pPr>
              <w:rPr>
                <w:rFonts w:ascii="Calibri" w:hAnsi="Calibri"/>
              </w:rPr>
            </w:pPr>
            <w:r w:rsidRPr="009A6B52">
              <w:rPr>
                <w:rFonts w:ascii="Calibri" w:hAnsi="Calibri"/>
              </w:rPr>
              <w:t>Cl:</w:t>
            </w:r>
          </w:p>
        </w:tc>
      </w:tr>
    </w:tbl>
    <w:p w14:paraId="51639157" w14:textId="355765BB" w:rsidR="009374F3" w:rsidRDefault="009374F3" w:rsidP="00EF0667">
      <w:pPr>
        <w:spacing w:line="276" w:lineRule="auto"/>
        <w:rPr>
          <w:rFonts w:ascii="Calibri" w:hAnsi="Calibri"/>
        </w:rPr>
      </w:pP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3"/>
        <w:gridCol w:w="3073"/>
        <w:gridCol w:w="3074"/>
      </w:tblGrid>
      <w:tr w:rsidR="009374F3" w:rsidRPr="00697068" w14:paraId="50850249" w14:textId="77777777" w:rsidTr="00E8539F">
        <w:tc>
          <w:tcPr>
            <w:tcW w:w="1953" w:type="dxa"/>
          </w:tcPr>
          <w:p w14:paraId="73CB9217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Type of Reaction</w:t>
            </w:r>
          </w:p>
        </w:tc>
        <w:tc>
          <w:tcPr>
            <w:tcW w:w="3073" w:type="dxa"/>
          </w:tcPr>
          <w:p w14:paraId="63B0743D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Reactants</w:t>
            </w:r>
          </w:p>
        </w:tc>
        <w:tc>
          <w:tcPr>
            <w:tcW w:w="3074" w:type="dxa"/>
          </w:tcPr>
          <w:p w14:paraId="036839FB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  <w:r w:rsidRPr="00697068">
              <w:rPr>
                <w:rFonts w:ascii="Calibri" w:hAnsi="Calibri"/>
              </w:rPr>
              <w:t>Products</w:t>
            </w:r>
          </w:p>
        </w:tc>
      </w:tr>
      <w:tr w:rsidR="009374F3" w:rsidRPr="00697068" w14:paraId="17911ECD" w14:textId="77777777" w:rsidTr="00E8539F">
        <w:tc>
          <w:tcPr>
            <w:tcW w:w="1953" w:type="dxa"/>
          </w:tcPr>
          <w:p w14:paraId="19B59BE4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073" w:type="dxa"/>
          </w:tcPr>
          <w:p w14:paraId="672A267C" w14:textId="77777777" w:rsidR="009374F3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  <w:p w14:paraId="571346C6" w14:textId="77777777" w:rsidR="009374F3" w:rsidRPr="00697068" w:rsidRDefault="009374F3" w:rsidP="00E8539F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3074" w:type="dxa"/>
          </w:tcPr>
          <w:p w14:paraId="198F1111" w14:textId="77777777" w:rsidR="009374F3" w:rsidRPr="00697068" w:rsidRDefault="009374F3" w:rsidP="00E8539F">
            <w:pPr>
              <w:spacing w:line="360" w:lineRule="auto"/>
              <w:jc w:val="center"/>
              <w:rPr>
                <w:rFonts w:ascii="Calibri" w:hAnsi="Calibri"/>
              </w:rPr>
            </w:pPr>
          </w:p>
          <w:p w14:paraId="208E8BAD" w14:textId="77777777" w:rsidR="009374F3" w:rsidRPr="00697068" w:rsidRDefault="009374F3" w:rsidP="00E8539F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14:paraId="7FBA00C2" w14:textId="235D67CB" w:rsidR="00963E96" w:rsidRDefault="00963E96" w:rsidP="00EF0667">
      <w:pPr>
        <w:spacing w:line="276" w:lineRule="auto"/>
        <w:rPr>
          <w:rFonts w:ascii="Calibri" w:hAnsi="Calibri"/>
        </w:rPr>
      </w:pPr>
    </w:p>
    <w:p w14:paraId="1DBC0412" w14:textId="77777777" w:rsidR="00963E96" w:rsidRPr="009374F3" w:rsidRDefault="00963E96" w:rsidP="00EF0667">
      <w:pPr>
        <w:spacing w:line="276" w:lineRule="auto"/>
        <w:rPr>
          <w:rFonts w:ascii="Calibri" w:hAnsi="Calibri"/>
          <w:b/>
          <w:sz w:val="28"/>
          <w:u w:val="single"/>
        </w:rPr>
      </w:pPr>
      <w:r w:rsidRPr="009374F3">
        <w:rPr>
          <w:rFonts w:ascii="Calibri" w:hAnsi="Calibri"/>
          <w:b/>
          <w:sz w:val="28"/>
          <w:u w:val="single"/>
        </w:rPr>
        <w:t>Part 4: Error Analysis.</w:t>
      </w:r>
    </w:p>
    <w:p w14:paraId="50F4E81A" w14:textId="0542DA9D" w:rsidR="00963E96" w:rsidRDefault="00F47725" w:rsidP="00EF0667">
      <w:pPr>
        <w:spacing w:line="276" w:lineRule="auto"/>
        <w:rPr>
          <w:rFonts w:ascii="Calibri" w:hAnsi="Calibri"/>
        </w:rPr>
      </w:pPr>
      <w:r w:rsidRPr="00F47725">
        <w:rPr>
          <w:rFonts w:ascii="Calibri" w:hAnsi="Calibri"/>
        </w:rPr>
        <w:t>The student who predicted the products of the following reactions made a mistake. Identify the error in each equation, and then write the correct equation.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1"/>
        <w:gridCol w:w="5040"/>
        <w:gridCol w:w="5039"/>
      </w:tblGrid>
      <w:tr w:rsidR="00397C03" w14:paraId="61C2E34A" w14:textId="77777777" w:rsidTr="000C51B9">
        <w:trPr>
          <w:tblHeader/>
        </w:trPr>
        <w:tc>
          <w:tcPr>
            <w:tcW w:w="1313" w:type="pct"/>
          </w:tcPr>
          <w:p w14:paraId="29221BDD" w14:textId="2A4AA154" w:rsidR="00F47725" w:rsidRPr="00F47725" w:rsidRDefault="00F47725" w:rsidP="00EF0667">
            <w:pPr>
              <w:spacing w:line="276" w:lineRule="auto"/>
              <w:rPr>
                <w:rFonts w:ascii="Calibri" w:hAnsi="Calibri"/>
                <w:b/>
              </w:rPr>
            </w:pPr>
            <w:r w:rsidRPr="00F47725">
              <w:rPr>
                <w:rFonts w:ascii="Calibri" w:hAnsi="Calibri"/>
                <w:b/>
              </w:rPr>
              <w:t>Chemical Equation</w:t>
            </w:r>
          </w:p>
        </w:tc>
        <w:tc>
          <w:tcPr>
            <w:tcW w:w="1843" w:type="pct"/>
          </w:tcPr>
          <w:p w14:paraId="1C93BBF6" w14:textId="0C1BD8E7" w:rsidR="00F47725" w:rsidRPr="00F47725" w:rsidRDefault="00F47725" w:rsidP="00EF0667">
            <w:pPr>
              <w:spacing w:line="276" w:lineRule="auto"/>
              <w:rPr>
                <w:rFonts w:ascii="Calibri" w:hAnsi="Calibri"/>
                <w:b/>
              </w:rPr>
            </w:pPr>
            <w:r w:rsidRPr="00F47725">
              <w:rPr>
                <w:rFonts w:ascii="Calibri" w:hAnsi="Calibri"/>
                <w:b/>
              </w:rPr>
              <w:t>Error</w:t>
            </w:r>
          </w:p>
        </w:tc>
        <w:tc>
          <w:tcPr>
            <w:tcW w:w="1843" w:type="pct"/>
          </w:tcPr>
          <w:p w14:paraId="6A9E9B90" w14:textId="03AB1B7D" w:rsidR="00F47725" w:rsidRPr="00F47725" w:rsidRDefault="00F47725" w:rsidP="00EF0667">
            <w:pPr>
              <w:spacing w:line="276" w:lineRule="auto"/>
              <w:rPr>
                <w:rFonts w:ascii="Calibri" w:hAnsi="Calibri"/>
                <w:b/>
              </w:rPr>
            </w:pPr>
            <w:r w:rsidRPr="00F47725">
              <w:rPr>
                <w:rFonts w:ascii="Calibri" w:hAnsi="Calibri"/>
                <w:b/>
              </w:rPr>
              <w:t>Correct Equation</w:t>
            </w:r>
          </w:p>
        </w:tc>
      </w:tr>
      <w:tr w:rsidR="00397C03" w14:paraId="5897A35C" w14:textId="77777777" w:rsidTr="00397C03">
        <w:trPr>
          <w:trHeight w:val="2305"/>
        </w:trPr>
        <w:tc>
          <w:tcPr>
            <w:tcW w:w="1313" w:type="pct"/>
          </w:tcPr>
          <w:p w14:paraId="0C967104" w14:textId="63DB21A7" w:rsidR="00F47725" w:rsidRPr="007D6D41" w:rsidRDefault="00F47725" w:rsidP="00397C03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427"/>
              <w:rPr>
                <w:rFonts w:ascii="Calibri" w:hAnsi="Calibri"/>
              </w:rPr>
            </w:pPr>
            <w:proofErr w:type="spellStart"/>
            <w:r w:rsidRPr="007D6D41">
              <w:rPr>
                <w:rFonts w:ascii="Calibri" w:hAnsi="Calibri"/>
              </w:rPr>
              <w:t>KCl</w:t>
            </w:r>
            <w:proofErr w:type="spellEnd"/>
            <w:r w:rsidRPr="007D6D41">
              <w:rPr>
                <w:rFonts w:ascii="Calibri" w:hAnsi="Calibri"/>
              </w:rPr>
              <w:t xml:space="preserve"> </w:t>
            </w:r>
            <w:r w:rsidRPr="00F47725">
              <w:sym w:font="Wingdings" w:char="F0E0"/>
            </w:r>
            <w:r w:rsidRPr="007D6D41">
              <w:rPr>
                <w:rFonts w:ascii="Calibri" w:hAnsi="Calibri"/>
              </w:rPr>
              <w:t xml:space="preserve"> K + Cl</w:t>
            </w:r>
          </w:p>
        </w:tc>
        <w:tc>
          <w:tcPr>
            <w:tcW w:w="1843" w:type="pct"/>
          </w:tcPr>
          <w:p w14:paraId="027A65D9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843" w:type="pct"/>
          </w:tcPr>
          <w:p w14:paraId="2CA1DC92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397C03" w14:paraId="19E4B74C" w14:textId="77777777" w:rsidTr="00397C03">
        <w:trPr>
          <w:trHeight w:val="2305"/>
        </w:trPr>
        <w:tc>
          <w:tcPr>
            <w:tcW w:w="1313" w:type="pct"/>
          </w:tcPr>
          <w:p w14:paraId="4C62D47E" w14:textId="70E7F979" w:rsidR="00F47725" w:rsidRPr="007D6D41" w:rsidRDefault="00F47725" w:rsidP="00397C03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427"/>
              <w:rPr>
                <w:rFonts w:ascii="Calibri" w:hAnsi="Calibri"/>
              </w:rPr>
            </w:pPr>
            <w:r w:rsidRPr="007D6D41">
              <w:rPr>
                <w:rFonts w:ascii="Calibri" w:hAnsi="Calibri"/>
              </w:rPr>
              <w:t>MgBr</w:t>
            </w:r>
            <w:r w:rsidRPr="007D6D41">
              <w:rPr>
                <w:rFonts w:ascii="Calibri" w:hAnsi="Calibri"/>
                <w:vertAlign w:val="subscript"/>
              </w:rPr>
              <w:t>2</w:t>
            </w:r>
            <w:r w:rsidRPr="007D6D41">
              <w:rPr>
                <w:rFonts w:ascii="Calibri" w:hAnsi="Calibri"/>
              </w:rPr>
              <w:t xml:space="preserve"> </w:t>
            </w:r>
            <w:r w:rsidR="00FF2F99" w:rsidRPr="00FF2F99">
              <w:rPr>
                <w:rFonts w:ascii="Calibri" w:hAnsi="Calibri"/>
              </w:rPr>
              <w:sym w:font="Wingdings" w:char="F0E0"/>
            </w:r>
            <w:r w:rsidR="00FF2F99">
              <w:rPr>
                <w:rFonts w:ascii="Calibri" w:hAnsi="Calibri"/>
              </w:rPr>
              <w:t xml:space="preserve"> Mg + Br</w:t>
            </w:r>
          </w:p>
        </w:tc>
        <w:tc>
          <w:tcPr>
            <w:tcW w:w="1843" w:type="pct"/>
          </w:tcPr>
          <w:p w14:paraId="067EB7F9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1843" w:type="pct"/>
          </w:tcPr>
          <w:p w14:paraId="466488E6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397C03" w14:paraId="68329EB1" w14:textId="77777777" w:rsidTr="00FF2F99">
        <w:trPr>
          <w:trHeight w:val="3257"/>
        </w:trPr>
        <w:tc>
          <w:tcPr>
            <w:tcW w:w="1313" w:type="pct"/>
          </w:tcPr>
          <w:p w14:paraId="7658ACFB" w14:textId="5CEA1E8B" w:rsidR="00F47725" w:rsidRPr="007D6D41" w:rsidRDefault="00F47725" w:rsidP="00397C03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427"/>
              <w:rPr>
                <w:rFonts w:ascii="Calibri" w:hAnsi="Calibri"/>
              </w:rPr>
            </w:pPr>
            <w:r w:rsidRPr="007D6D41">
              <w:rPr>
                <w:rFonts w:ascii="Calibri" w:hAnsi="Calibri"/>
              </w:rPr>
              <w:lastRenderedPageBreak/>
              <w:t>Ca + N</w:t>
            </w:r>
            <w:r w:rsidRPr="00397C03">
              <w:rPr>
                <w:rFonts w:ascii="Calibri" w:hAnsi="Calibri"/>
                <w:vertAlign w:val="subscript"/>
              </w:rPr>
              <w:t>2</w:t>
            </w:r>
            <w:r w:rsidRPr="007D6D41">
              <w:rPr>
                <w:rFonts w:ascii="Calibri" w:hAnsi="Calibri"/>
              </w:rPr>
              <w:t xml:space="preserve"> </w:t>
            </w:r>
            <w:r w:rsidRPr="00F47725">
              <w:sym w:font="Wingdings" w:char="F0E0"/>
            </w:r>
            <w:r w:rsidRPr="007D6D41">
              <w:rPr>
                <w:rFonts w:ascii="Calibri" w:hAnsi="Calibri"/>
              </w:rPr>
              <w:t xml:space="preserve"> CaN</w:t>
            </w:r>
            <w:r w:rsidRPr="00397C03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1843" w:type="pct"/>
          </w:tcPr>
          <w:p w14:paraId="42F1193C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843" w:type="pct"/>
          </w:tcPr>
          <w:p w14:paraId="3661FCF9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397C03" w14:paraId="00B07542" w14:textId="77777777" w:rsidTr="00FF2F99">
        <w:trPr>
          <w:trHeight w:val="3257"/>
        </w:trPr>
        <w:tc>
          <w:tcPr>
            <w:tcW w:w="1313" w:type="pct"/>
          </w:tcPr>
          <w:p w14:paraId="78FEDC04" w14:textId="1F853224" w:rsidR="00F47725" w:rsidRPr="007D6D41" w:rsidRDefault="00FF2F99" w:rsidP="00397C03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42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Ga + F</w:t>
            </w:r>
            <w:r w:rsidRPr="00FF2F99">
              <w:rPr>
                <w:rFonts w:ascii="Calibri" w:hAnsi="Calibri"/>
                <w:vertAlign w:val="subscript"/>
              </w:rPr>
              <w:t>2</w:t>
            </w:r>
            <w:r>
              <w:rPr>
                <w:rFonts w:ascii="Calibri" w:hAnsi="Calibri"/>
              </w:rPr>
              <w:t xml:space="preserve"> </w:t>
            </w:r>
            <w:r w:rsidRPr="00FF2F99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GaF</w:t>
            </w:r>
            <w:r w:rsidRPr="00FF2F99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1843" w:type="pct"/>
          </w:tcPr>
          <w:p w14:paraId="644B7EFC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843" w:type="pct"/>
          </w:tcPr>
          <w:p w14:paraId="3F537B5D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397C03" w14:paraId="6C6289E7" w14:textId="77777777" w:rsidTr="00FF2F99">
        <w:trPr>
          <w:trHeight w:val="3257"/>
        </w:trPr>
        <w:tc>
          <w:tcPr>
            <w:tcW w:w="1313" w:type="pct"/>
          </w:tcPr>
          <w:p w14:paraId="0C8F099F" w14:textId="48E20A59" w:rsidR="00F47725" w:rsidRPr="007D6D41" w:rsidRDefault="007D6D41" w:rsidP="00397C03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427"/>
              <w:rPr>
                <w:rFonts w:ascii="Calibri" w:hAnsi="Calibri"/>
              </w:rPr>
            </w:pPr>
            <w:r w:rsidRPr="007D6D41">
              <w:rPr>
                <w:rFonts w:ascii="Calibri" w:hAnsi="Calibri"/>
              </w:rPr>
              <w:t>Al</w:t>
            </w:r>
            <w:r w:rsidRPr="00397C03">
              <w:rPr>
                <w:rFonts w:ascii="Calibri" w:hAnsi="Calibri"/>
                <w:vertAlign w:val="subscript"/>
              </w:rPr>
              <w:t>2</w:t>
            </w:r>
            <w:r w:rsidRPr="007D6D41">
              <w:rPr>
                <w:rFonts w:ascii="Calibri" w:hAnsi="Calibri"/>
              </w:rPr>
              <w:t>O</w:t>
            </w:r>
            <w:r w:rsidRPr="00397C03">
              <w:rPr>
                <w:rFonts w:ascii="Calibri" w:hAnsi="Calibri"/>
                <w:vertAlign w:val="subscript"/>
              </w:rPr>
              <w:t>3</w:t>
            </w:r>
            <w:r w:rsidRPr="007D6D41">
              <w:rPr>
                <w:rFonts w:ascii="Calibri" w:hAnsi="Calibri"/>
              </w:rPr>
              <w:t xml:space="preserve"> </w:t>
            </w:r>
            <w:r w:rsidRPr="007D6D41">
              <w:sym w:font="Wingdings" w:char="F0E0"/>
            </w:r>
            <w:r w:rsidRPr="007D6D41">
              <w:rPr>
                <w:rFonts w:ascii="Calibri" w:hAnsi="Calibri"/>
              </w:rPr>
              <w:t xml:space="preserve"> Al</w:t>
            </w:r>
            <w:r w:rsidRPr="00397C03">
              <w:rPr>
                <w:rFonts w:ascii="Calibri" w:hAnsi="Calibri"/>
                <w:vertAlign w:val="subscript"/>
              </w:rPr>
              <w:t>2</w:t>
            </w:r>
            <w:r w:rsidRPr="007D6D41">
              <w:rPr>
                <w:rFonts w:ascii="Calibri" w:hAnsi="Calibri"/>
              </w:rPr>
              <w:t xml:space="preserve"> + O</w:t>
            </w:r>
            <w:r w:rsidRPr="00397C03">
              <w:rPr>
                <w:rFonts w:ascii="Calibri" w:hAnsi="Calibri"/>
                <w:vertAlign w:val="subscript"/>
              </w:rPr>
              <w:t>3</w:t>
            </w:r>
          </w:p>
        </w:tc>
        <w:tc>
          <w:tcPr>
            <w:tcW w:w="1843" w:type="pct"/>
          </w:tcPr>
          <w:p w14:paraId="6670C56B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843" w:type="pct"/>
          </w:tcPr>
          <w:p w14:paraId="0F52891B" w14:textId="77777777" w:rsidR="00F47725" w:rsidRDefault="00F47725" w:rsidP="00EF0667">
            <w:pPr>
              <w:spacing w:line="276" w:lineRule="auto"/>
              <w:rPr>
                <w:rFonts w:ascii="Calibri" w:hAnsi="Calibri"/>
              </w:rPr>
            </w:pPr>
          </w:p>
        </w:tc>
      </w:tr>
    </w:tbl>
    <w:p w14:paraId="7E419F25" w14:textId="53E151D7" w:rsidR="000C51B9" w:rsidRDefault="000C51B9" w:rsidP="00EF0667">
      <w:pPr>
        <w:spacing w:line="276" w:lineRule="auto"/>
        <w:rPr>
          <w:rFonts w:ascii="Calibri" w:hAnsi="Calibri"/>
          <w:b/>
          <w:sz w:val="28"/>
          <w:u w:val="single"/>
        </w:rPr>
      </w:pPr>
    </w:p>
    <w:p w14:paraId="060D78E1" w14:textId="77777777" w:rsidR="00FF2F99" w:rsidRDefault="00FF2F99" w:rsidP="00EF0667">
      <w:pPr>
        <w:spacing w:line="276" w:lineRule="auto"/>
        <w:rPr>
          <w:rFonts w:ascii="Calibri" w:hAnsi="Calibri"/>
          <w:b/>
          <w:sz w:val="28"/>
          <w:u w:val="single"/>
        </w:rPr>
        <w:sectPr w:rsidR="00FF2F99" w:rsidSect="007D6D41">
          <w:pgSz w:w="15840" w:h="12240" w:orient="landscape"/>
          <w:pgMar w:top="720" w:right="1080" w:bottom="720" w:left="1080" w:header="720" w:footer="720" w:gutter="0"/>
          <w:cols w:space="720"/>
          <w:docGrid w:linePitch="360"/>
        </w:sectPr>
      </w:pPr>
    </w:p>
    <w:p w14:paraId="5E7904CF" w14:textId="696FBA0E" w:rsidR="00963E96" w:rsidRPr="00CD393F" w:rsidRDefault="00963E96" w:rsidP="00CD393F">
      <w:pPr>
        <w:spacing w:line="276" w:lineRule="auto"/>
        <w:rPr>
          <w:rFonts w:ascii="Calibri" w:hAnsi="Calibri"/>
          <w:b/>
          <w:color w:val="000000" w:themeColor="text1"/>
          <w:u w:val="single"/>
        </w:rPr>
      </w:pPr>
      <w:r w:rsidRPr="00CD393F">
        <w:rPr>
          <w:rFonts w:ascii="Calibri" w:hAnsi="Calibri"/>
          <w:b/>
          <w:color w:val="000000" w:themeColor="text1"/>
          <w:u w:val="single"/>
        </w:rPr>
        <w:lastRenderedPageBreak/>
        <w:t>Part 5: Short Answer.</w:t>
      </w:r>
    </w:p>
    <w:p w14:paraId="34596289" w14:textId="55CE82DD" w:rsidR="009374F3" w:rsidRPr="00CD393F" w:rsidRDefault="00866DB8" w:rsidP="00CD393F">
      <w:pPr>
        <w:spacing w:line="276" w:lineRule="auto"/>
        <w:rPr>
          <w:rFonts w:ascii="Calibri" w:hAnsi="Calibri"/>
          <w:color w:val="000000" w:themeColor="text1"/>
        </w:rPr>
      </w:pPr>
      <w:r w:rsidRPr="00CD393F">
        <w:rPr>
          <w:rFonts w:ascii="Calibri" w:hAnsi="Calibri"/>
          <w:color w:val="000000" w:themeColor="text1"/>
        </w:rPr>
        <w:t>Answer the following questions in complete sentences.</w:t>
      </w:r>
    </w:p>
    <w:p w14:paraId="7843A2EE" w14:textId="77777777" w:rsidR="00866DB8" w:rsidRPr="00CD393F" w:rsidRDefault="00866DB8" w:rsidP="00CD393F">
      <w:pPr>
        <w:spacing w:line="276" w:lineRule="auto"/>
        <w:rPr>
          <w:rFonts w:ascii="Calibri" w:hAnsi="Calibri"/>
          <w:color w:val="000000" w:themeColor="text1"/>
        </w:rPr>
      </w:pPr>
    </w:p>
    <w:p w14:paraId="5E639B60" w14:textId="77777777" w:rsidR="00D06106" w:rsidRPr="00CD393F" w:rsidRDefault="00866DB8" w:rsidP="00CD393F">
      <w:pPr>
        <w:pStyle w:val="ListParagraph"/>
        <w:numPr>
          <w:ilvl w:val="0"/>
          <w:numId w:val="14"/>
        </w:numPr>
        <w:spacing w:line="276" w:lineRule="auto"/>
        <w:contextualSpacing w:val="0"/>
        <w:rPr>
          <w:rFonts w:ascii="Calibri" w:hAnsi="Calibri"/>
          <w:color w:val="000000" w:themeColor="text1"/>
        </w:rPr>
      </w:pPr>
      <w:r w:rsidRPr="00CD393F">
        <w:rPr>
          <w:rFonts w:ascii="Calibri" w:hAnsi="Calibri"/>
          <w:color w:val="000000" w:themeColor="text1"/>
        </w:rPr>
        <w:t xml:space="preserve">Name the five factors that increase the rate of a reaction. Then, explain why increasing </w:t>
      </w:r>
      <w:r w:rsidR="00D06106" w:rsidRPr="00CD393F">
        <w:rPr>
          <w:rFonts w:ascii="Calibri" w:hAnsi="Calibri"/>
          <w:color w:val="000000" w:themeColor="text1"/>
        </w:rPr>
        <w:t>the concentration of reactants increases the rate of a reaction. Frame your answer in terms of collision theory.</w:t>
      </w:r>
    </w:p>
    <w:p w14:paraId="401126C3" w14:textId="77777777" w:rsidR="00CD393F" w:rsidRPr="00CD393F" w:rsidRDefault="00CD393F" w:rsidP="00CD393F">
      <w:pPr>
        <w:spacing w:line="276" w:lineRule="auto"/>
        <w:rPr>
          <w:rFonts w:ascii="Calibri" w:hAnsi="Calibri"/>
          <w:color w:val="000000" w:themeColor="text1"/>
        </w:rPr>
      </w:pPr>
    </w:p>
    <w:p w14:paraId="08330245" w14:textId="016212E9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799A4DBB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2FA4FF2D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67DE235B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4FFF5B3C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125BEC55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14A7530D" w14:textId="4E3FE462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71A380B4" w14:textId="77777777" w:rsidR="00CD393F" w:rsidRDefault="00CD393F" w:rsidP="00CD393F">
      <w:pPr>
        <w:spacing w:line="276" w:lineRule="auto"/>
        <w:ind w:left="720"/>
        <w:rPr>
          <w:rFonts w:ascii="Calibri" w:hAnsi="Calibri"/>
          <w:color w:val="000000" w:themeColor="text1"/>
        </w:rPr>
      </w:pPr>
    </w:p>
    <w:p w14:paraId="205AD202" w14:textId="77777777" w:rsidR="00CD393F" w:rsidRPr="00CD393F" w:rsidRDefault="00CD393F" w:rsidP="00CD393F">
      <w:pPr>
        <w:spacing w:line="276" w:lineRule="auto"/>
        <w:ind w:left="720"/>
        <w:rPr>
          <w:rFonts w:ascii="Calibri" w:hAnsi="Calibri"/>
          <w:color w:val="000000" w:themeColor="text1"/>
        </w:rPr>
      </w:pPr>
    </w:p>
    <w:p w14:paraId="6425ECD9" w14:textId="134E5B4C" w:rsidR="009374F3" w:rsidRPr="00CD393F" w:rsidRDefault="00CD393F" w:rsidP="00CD393F">
      <w:pPr>
        <w:pStyle w:val="ListParagraph"/>
        <w:numPr>
          <w:ilvl w:val="0"/>
          <w:numId w:val="14"/>
        </w:numPr>
        <w:spacing w:line="276" w:lineRule="auto"/>
        <w:contextualSpacing w:val="0"/>
        <w:rPr>
          <w:rFonts w:ascii="Calibri" w:eastAsia="Times New Roman" w:hAnsi="Calibri" w:cs="Times New Roman"/>
          <w:color w:val="000000" w:themeColor="text1"/>
        </w:rPr>
      </w:pPr>
      <w:r w:rsidRPr="00CD393F">
        <w:rPr>
          <w:rFonts w:ascii="Calibri" w:eastAsia="Times New Roman" w:hAnsi="Calibri"/>
          <w:color w:val="000000" w:themeColor="text1"/>
          <w:shd w:val="clear" w:color="auto" w:fill="FFFFFF"/>
        </w:rPr>
        <w:t>According the law of conservation of matter, you might have a carbon atom in you that came from a dinosaur. How is this possible?</w:t>
      </w:r>
    </w:p>
    <w:p w14:paraId="625F1E3D" w14:textId="77777777" w:rsidR="00CD393F" w:rsidRDefault="00CD393F" w:rsidP="00CD393F">
      <w:pPr>
        <w:spacing w:line="276" w:lineRule="auto"/>
        <w:rPr>
          <w:rFonts w:ascii="Calibri" w:eastAsia="Times New Roman" w:hAnsi="Calibri"/>
          <w:color w:val="000000" w:themeColor="text1"/>
        </w:rPr>
      </w:pPr>
    </w:p>
    <w:p w14:paraId="63DA04DE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3DF9A24C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2CD41BCC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603B20F2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576BDAD3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5FB6B49B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24746531" w14:textId="77777777" w:rsidR="00CD393F" w:rsidRDefault="00CD393F" w:rsidP="00CD393F">
      <w:pPr>
        <w:spacing w:line="480" w:lineRule="auto"/>
        <w:ind w:left="7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____________________________________________________________________________________</w:t>
      </w:r>
    </w:p>
    <w:p w14:paraId="5513636C" w14:textId="77777777" w:rsidR="00CD393F" w:rsidRPr="00CD393F" w:rsidRDefault="00CD393F" w:rsidP="00B9637F">
      <w:pPr>
        <w:spacing w:line="480" w:lineRule="auto"/>
        <w:rPr>
          <w:rFonts w:ascii="Calibri" w:eastAsia="Times New Roman" w:hAnsi="Calibri"/>
          <w:color w:val="000000" w:themeColor="text1"/>
        </w:rPr>
      </w:pPr>
    </w:p>
    <w:sectPr w:rsidR="00CD393F" w:rsidRPr="00CD393F" w:rsidSect="000C51B9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C6A41"/>
    <w:multiLevelType w:val="multilevel"/>
    <w:tmpl w:val="E190F8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74B88"/>
    <w:multiLevelType w:val="hybridMultilevel"/>
    <w:tmpl w:val="0DDAC9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2A4A16"/>
    <w:multiLevelType w:val="hybridMultilevel"/>
    <w:tmpl w:val="0798CC38"/>
    <w:lvl w:ilvl="0" w:tplc="465E144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66BAC"/>
    <w:multiLevelType w:val="hybridMultilevel"/>
    <w:tmpl w:val="FA0C2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7526E"/>
    <w:multiLevelType w:val="hybridMultilevel"/>
    <w:tmpl w:val="0DDAC9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2B79EC"/>
    <w:multiLevelType w:val="hybridMultilevel"/>
    <w:tmpl w:val="26B66B5A"/>
    <w:lvl w:ilvl="0" w:tplc="465E144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60EFA"/>
    <w:multiLevelType w:val="hybridMultilevel"/>
    <w:tmpl w:val="884E7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B525B"/>
    <w:multiLevelType w:val="hybridMultilevel"/>
    <w:tmpl w:val="55F87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C6DB9"/>
    <w:multiLevelType w:val="hybridMultilevel"/>
    <w:tmpl w:val="54F21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A575C"/>
    <w:multiLevelType w:val="hybridMultilevel"/>
    <w:tmpl w:val="0DDAC9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30415B"/>
    <w:multiLevelType w:val="hybridMultilevel"/>
    <w:tmpl w:val="0DDAC9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5C03058"/>
    <w:multiLevelType w:val="hybridMultilevel"/>
    <w:tmpl w:val="884E7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B46CD"/>
    <w:multiLevelType w:val="hybridMultilevel"/>
    <w:tmpl w:val="5E729D9A"/>
    <w:lvl w:ilvl="0" w:tplc="892E3478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107FB"/>
    <w:multiLevelType w:val="hybridMultilevel"/>
    <w:tmpl w:val="0DDAC9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603B1A"/>
    <w:multiLevelType w:val="hybridMultilevel"/>
    <w:tmpl w:val="0DDAC9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8BE7488"/>
    <w:multiLevelType w:val="hybridMultilevel"/>
    <w:tmpl w:val="5B5C34B4"/>
    <w:lvl w:ilvl="0" w:tplc="465E144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4"/>
  </w:num>
  <w:num w:numId="5">
    <w:abstractNumId w:val="9"/>
  </w:num>
  <w:num w:numId="6">
    <w:abstractNumId w:val="4"/>
  </w:num>
  <w:num w:numId="7">
    <w:abstractNumId w:val="1"/>
  </w:num>
  <w:num w:numId="8">
    <w:abstractNumId w:val="13"/>
  </w:num>
  <w:num w:numId="9">
    <w:abstractNumId w:val="10"/>
  </w:num>
  <w:num w:numId="10">
    <w:abstractNumId w:val="11"/>
  </w:num>
  <w:num w:numId="11">
    <w:abstractNumId w:val="6"/>
  </w:num>
  <w:num w:numId="12">
    <w:abstractNumId w:val="8"/>
  </w:num>
  <w:num w:numId="13">
    <w:abstractNumId w:val="0"/>
  </w:num>
  <w:num w:numId="14">
    <w:abstractNumId w:val="15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E96"/>
    <w:rsid w:val="000C51B9"/>
    <w:rsid w:val="000F12BF"/>
    <w:rsid w:val="00397C03"/>
    <w:rsid w:val="00411592"/>
    <w:rsid w:val="00591111"/>
    <w:rsid w:val="007D6D41"/>
    <w:rsid w:val="00866DB8"/>
    <w:rsid w:val="009374F3"/>
    <w:rsid w:val="00963E96"/>
    <w:rsid w:val="00B9637F"/>
    <w:rsid w:val="00CD3936"/>
    <w:rsid w:val="00CD393F"/>
    <w:rsid w:val="00D06106"/>
    <w:rsid w:val="00EF0667"/>
    <w:rsid w:val="00F47725"/>
    <w:rsid w:val="00FF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A44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3E9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63E96"/>
    <w:pPr>
      <w:ind w:left="720"/>
      <w:contextualSpacing/>
    </w:pPr>
    <w:rPr>
      <w:rFonts w:asciiTheme="minorHAnsi" w:hAnsiTheme="minorHAnsi" w:cstheme="minorBidi"/>
    </w:rPr>
  </w:style>
  <w:style w:type="paragraph" w:styleId="NormalWeb">
    <w:name w:val="Normal (Web)"/>
    <w:basedOn w:val="Normal"/>
    <w:uiPriority w:val="99"/>
    <w:semiHidden/>
    <w:unhideWhenUsed/>
    <w:rsid w:val="00963E9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63E96"/>
  </w:style>
  <w:style w:type="character" w:styleId="PlaceholderText">
    <w:name w:val="Placeholder Text"/>
    <w:basedOn w:val="DefaultParagraphFont"/>
    <w:uiPriority w:val="99"/>
    <w:semiHidden/>
    <w:rsid w:val="00963E96"/>
    <w:rPr>
      <w:color w:val="808080"/>
    </w:rPr>
  </w:style>
  <w:style w:type="table" w:styleId="TableGrid">
    <w:name w:val="Table Grid"/>
    <w:basedOn w:val="TableNormal"/>
    <w:uiPriority w:val="39"/>
    <w:rsid w:val="00F47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87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60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503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2213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242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668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2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</TotalTime>
  <Pages>6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2018-02-13T13:27:00Z</dcterms:created>
  <dcterms:modified xsi:type="dcterms:W3CDTF">2018-02-13T13:27:00Z</dcterms:modified>
</cp:coreProperties>
</file>